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single" w:sz="18" w:space="0" w:color="F1B82D"/>
        </w:tblBorders>
        <w:tblLook w:val="04A0" w:firstRow="1" w:lastRow="0" w:firstColumn="1" w:lastColumn="0" w:noHBand="0" w:noVBand="1"/>
      </w:tblPr>
      <w:tblGrid>
        <w:gridCol w:w="1056"/>
        <w:gridCol w:w="6594"/>
      </w:tblGrid>
      <w:tr w:rsidR="002A1B4D" w:rsidTr="00E90F3A">
        <w:trPr>
          <w:jc w:val="center"/>
        </w:trPr>
        <w:tc>
          <w:tcPr>
            <w:tcW w:w="0" w:type="auto"/>
            <w:vAlign w:val="center"/>
          </w:tcPr>
          <w:p w:rsidR="002A1B4D" w:rsidRDefault="00F15C23" w:rsidP="009D3878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493ECABC" wp14:editId="08F47B8C">
                  <wp:extent cx="529628" cy="547402"/>
                  <wp:effectExtent l="0" t="0" r="3810" b="5080"/>
                  <wp:docPr id="11" name="Picture 11" descr="\\cetus.ece.missouri.edu\users\fischerjd\Desktop\Current Semester\common\logo-clea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\\cetus.ece.missouri.edu\users\fischerjd\Desktop\Current Semester\common\logo-clear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" r="-9131"/>
                          <a:stretch/>
                        </pic:blipFill>
                        <pic:spPr bwMode="auto">
                          <a:xfrm>
                            <a:off x="0" y="0"/>
                            <a:ext cx="530826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2A1B4D" w:rsidRPr="00086F49" w:rsidRDefault="002A1B4D" w:rsidP="00E90F3A">
            <w:pPr>
              <w:jc w:val="center"/>
              <w:rPr>
                <w:smallCaps/>
                <w:sz w:val="40"/>
              </w:rPr>
            </w:pPr>
            <w:r w:rsidRPr="00086F49">
              <w:rPr>
                <w:smallCaps/>
                <w:sz w:val="40"/>
              </w:rPr>
              <w:t>University of Missouri</w:t>
            </w:r>
            <w:r w:rsidR="00FB1A85" w:rsidRPr="00086F49">
              <w:rPr>
                <w:smallCaps/>
                <w:sz w:val="40"/>
              </w:rPr>
              <w:t xml:space="preserve"> – Columbia</w:t>
            </w:r>
          </w:p>
          <w:p w:rsidR="00FB1A85" w:rsidRPr="00F02ECA" w:rsidRDefault="00FB1A85" w:rsidP="00E90F3A">
            <w:pPr>
              <w:jc w:val="center"/>
              <w:rPr>
                <w:smallCaps/>
                <w:sz w:val="26"/>
                <w:szCs w:val="26"/>
              </w:rPr>
            </w:pPr>
            <w:r w:rsidRPr="00F02ECA">
              <w:rPr>
                <w:smallCaps/>
                <w:sz w:val="26"/>
                <w:szCs w:val="26"/>
              </w:rPr>
              <w:t>Department of Electrical and Computer Engineering</w:t>
            </w:r>
          </w:p>
          <w:p w:rsidR="00FB1A85" w:rsidRPr="00FB1A85" w:rsidRDefault="00FB1A85" w:rsidP="00C972EF">
            <w:pPr>
              <w:jc w:val="center"/>
              <w:rPr>
                <w:i/>
              </w:rPr>
            </w:pPr>
            <w:r w:rsidRPr="00E74525">
              <w:rPr>
                <w:i/>
                <w:smallCaps/>
                <w:sz w:val="22"/>
              </w:rPr>
              <w:t>“A Proud Tradition, Engineering the Future!</w:t>
            </w:r>
            <w:r w:rsidR="00087917">
              <w:rPr>
                <w:i/>
                <w:smallCaps/>
                <w:sz w:val="22"/>
              </w:rPr>
              <w:t>”</w:t>
            </w:r>
          </w:p>
        </w:tc>
      </w:tr>
    </w:tbl>
    <w:p w:rsidR="000C5979" w:rsidRPr="00A134C1" w:rsidRDefault="00220820" w:rsidP="000C5979">
      <w:pPr>
        <w:pStyle w:val="CSProjectTitle"/>
        <w:spacing w:after="960"/>
      </w:pPr>
      <w:r>
        <w:t xml:space="preserve">Home Appliance Control </w:t>
      </w:r>
      <w:r w:rsidR="001F3D81">
        <w:t>with</w:t>
      </w:r>
      <w:r w:rsidR="00435FD4">
        <w:t xml:space="preserve"> a Mobile Application</w:t>
      </w:r>
    </w:p>
    <w:p w:rsidR="00B5064E" w:rsidRPr="00086F49" w:rsidRDefault="00B5064E" w:rsidP="0027764F">
      <w:pPr>
        <w:pStyle w:val="CSCourseDescriptionTitle"/>
      </w:pPr>
      <w:r w:rsidRPr="00086F49">
        <w:t xml:space="preserve">ECE </w:t>
      </w:r>
      <w:r w:rsidR="00D9094E">
        <w:t>4220</w:t>
      </w:r>
      <w:r w:rsidR="00944113">
        <w:br/>
      </w:r>
      <w:r w:rsidR="00D9094E">
        <w:t>P</w:t>
      </w:r>
      <w:r w:rsidR="007A0781">
        <w:t>roject Proposal</w:t>
      </w:r>
    </w:p>
    <w:p w:rsidR="00B5064E" w:rsidRDefault="000B56ED" w:rsidP="0027764F">
      <w:pPr>
        <w:pStyle w:val="CSReportDate"/>
      </w:pPr>
      <w:r>
        <w:fldChar w:fldCharType="begin"/>
      </w:r>
      <w:r>
        <w:instrText xml:space="preserve"> SAVEDATE  \@ "MMMM d, yyyy"  \* MERGEFORMAT </w:instrText>
      </w:r>
      <w:r>
        <w:fldChar w:fldCharType="separate"/>
      </w:r>
      <w:r w:rsidR="00D9094E">
        <w:rPr>
          <w:noProof/>
        </w:rPr>
        <w:t>April 1</w:t>
      </w:r>
      <w:r w:rsidR="001A60B3">
        <w:rPr>
          <w:noProof/>
        </w:rPr>
        <w:t>, 201</w:t>
      </w:r>
      <w:r>
        <w:fldChar w:fldCharType="end"/>
      </w:r>
      <w:r w:rsidR="00D9094E">
        <w:t>5</w:t>
      </w:r>
    </w:p>
    <w:p w:rsidR="00041F30" w:rsidRPr="001915A1" w:rsidRDefault="00086F49" w:rsidP="001915A1">
      <w:pPr>
        <w:pStyle w:val="CSSectionTitle"/>
      </w:pPr>
      <w:r w:rsidRPr="000C5979">
        <w:t>—</w:t>
      </w:r>
      <w:r w:rsidR="00B25A7B">
        <w:t xml:space="preserve"> </w:t>
      </w:r>
      <w:r w:rsidR="00D9094E">
        <w:t>Engineer</w:t>
      </w:r>
      <w:r w:rsidR="004666AC">
        <w:t xml:space="preserve"> </w:t>
      </w:r>
      <w:r w:rsidRPr="000C5979">
        <w:t>—</w:t>
      </w:r>
    </w:p>
    <w:p w:rsidR="004C43CD" w:rsidRPr="00DC7B3C" w:rsidRDefault="00833982" w:rsidP="00DC7B3C">
      <w:pPr>
        <w:pStyle w:val="CSReportContributor"/>
      </w:pPr>
      <w:r>
        <w:t>Michael Lux, Electrical and Computer Engineering</w:t>
      </w:r>
    </w:p>
    <w:p w:rsidR="000C5979" w:rsidRDefault="000C5979" w:rsidP="001915A1">
      <w:pPr>
        <w:pStyle w:val="CSSectionTitle"/>
      </w:pPr>
      <w:r>
        <w:t xml:space="preserve">— Project </w:t>
      </w:r>
      <w:r w:rsidR="00D26728">
        <w:t>Advising</w:t>
      </w:r>
      <w:r>
        <w:t xml:space="preserve"> —</w:t>
      </w:r>
    </w:p>
    <w:p w:rsidR="00511A05" w:rsidRDefault="00D9094E" w:rsidP="00A31A36">
      <w:pPr>
        <w:pStyle w:val="CSAdvisorName"/>
      </w:pPr>
      <w:r>
        <w:t>Luis Alberto Rivera</w:t>
      </w:r>
    </w:p>
    <w:p w:rsidR="004C43CD" w:rsidRPr="00511A05" w:rsidRDefault="00D9094E" w:rsidP="00511A05">
      <w:pPr>
        <w:pStyle w:val="CSAdvisorAcoloades"/>
      </w:pPr>
      <w:r>
        <w:t>Course Instructor</w:t>
      </w:r>
    </w:p>
    <w:p w:rsidR="006D7784" w:rsidRPr="009D0D17" w:rsidRDefault="002660D3" w:rsidP="009D0D17">
      <w:pPr>
        <w:pStyle w:val="CSAdvisorEmployer"/>
      </w:pPr>
      <w:r w:rsidRPr="009D0D17">
        <w:t>Department of Electrical and Computer Engineering, University of Missouri</w:t>
      </w:r>
    </w:p>
    <w:p w:rsidR="00A31A36" w:rsidRDefault="00D9094E" w:rsidP="00A31A36">
      <w:pPr>
        <w:pStyle w:val="CSAdvisorName"/>
      </w:pPr>
      <w:proofErr w:type="spellStart"/>
      <w:r>
        <w:t>Tushar</w:t>
      </w:r>
      <w:proofErr w:type="spellEnd"/>
      <w:r>
        <w:t xml:space="preserve"> </w:t>
      </w:r>
      <w:proofErr w:type="spellStart"/>
      <w:r>
        <w:t>Kanta</w:t>
      </w:r>
      <w:proofErr w:type="spellEnd"/>
      <w:r>
        <w:t xml:space="preserve"> Das </w:t>
      </w:r>
      <w:proofErr w:type="spellStart"/>
      <w:r>
        <w:t>Nakini</w:t>
      </w:r>
      <w:proofErr w:type="spellEnd"/>
    </w:p>
    <w:p w:rsidR="00A31A36" w:rsidRDefault="00D9094E" w:rsidP="00D9094E">
      <w:pPr>
        <w:pStyle w:val="CSAdvisorEmployer"/>
        <w:spacing w:line="240" w:lineRule="auto"/>
      </w:pPr>
      <w:r>
        <w:t>TA</w:t>
      </w:r>
    </w:p>
    <w:p w:rsidR="00D9094E" w:rsidRDefault="00D9094E" w:rsidP="00D9094E">
      <w:pPr>
        <w:pStyle w:val="CSAdvisorName"/>
      </w:pPr>
      <w:r>
        <w:t>Michael Butler</w:t>
      </w:r>
    </w:p>
    <w:p w:rsidR="00D9094E" w:rsidRPr="00A31A36" w:rsidRDefault="00D9094E" w:rsidP="00D9094E">
      <w:pPr>
        <w:pStyle w:val="CSAdvisorEmployer"/>
        <w:spacing w:line="240" w:lineRule="auto"/>
      </w:pPr>
      <w:r>
        <w:t>TA</w:t>
      </w:r>
    </w:p>
    <w:p w:rsidR="00D9094E" w:rsidRPr="00D9094E" w:rsidRDefault="00D9094E" w:rsidP="00D9094E">
      <w:pPr>
        <w:pStyle w:val="CSAdvisorName"/>
      </w:pPr>
    </w:p>
    <w:p w:rsidR="00B84234" w:rsidRDefault="00B84234"/>
    <w:p w:rsidR="00D9094E" w:rsidRDefault="00D9094E">
      <w:pPr>
        <w:sectPr w:rsidR="00D9094E" w:rsidSect="006C2F37">
          <w:pgSz w:w="12240" w:h="15840" w:code="1"/>
          <w:pgMar w:top="2304" w:right="1440" w:bottom="1440" w:left="1440" w:header="720" w:footer="720" w:gutter="0"/>
          <w:cols w:space="720"/>
          <w:docGrid w:linePitch="360"/>
        </w:sectPr>
      </w:pPr>
    </w:p>
    <w:p w:rsidR="00A81EF8" w:rsidRPr="00711D25" w:rsidRDefault="00D9094E" w:rsidP="00B1486D">
      <w:pPr>
        <w:pStyle w:val="Heading1"/>
        <w:rPr>
          <w:sz w:val="44"/>
        </w:rPr>
      </w:pPr>
      <w:r>
        <w:rPr>
          <w:sz w:val="44"/>
        </w:rPr>
        <w:lastRenderedPageBreak/>
        <w:t>Problem</w:t>
      </w:r>
    </w:p>
    <w:p w:rsidR="00833982" w:rsidRDefault="00435FD4" w:rsidP="003A5887">
      <w:pPr>
        <w:pStyle w:val="IndexTerms"/>
        <w:spacing w:before="240"/>
        <w:rPr>
          <w:rFonts w:ascii="Times New Roman" w:eastAsiaTheme="minorEastAsia" w:hAnsi="Times New Roman" w:cs="Times New Roman"/>
          <w:i w:val="0"/>
        </w:rPr>
      </w:pPr>
      <w:r>
        <w:rPr>
          <w:rFonts w:ascii="Times New Roman" w:eastAsiaTheme="minorEastAsia" w:hAnsi="Times New Roman" w:cs="Times New Roman"/>
          <w:i w:val="0"/>
        </w:rPr>
        <w:t xml:space="preserve">Often, people forget whether or not they left their lights on at home. </w:t>
      </w:r>
      <w:r w:rsidR="00B23CB5">
        <w:rPr>
          <w:rFonts w:ascii="Times New Roman" w:eastAsiaTheme="minorEastAsia" w:hAnsi="Times New Roman" w:cs="Times New Roman"/>
          <w:i w:val="0"/>
        </w:rPr>
        <w:t xml:space="preserve">Without the proposed project, the resident has no way of keeping track of the status of their home when they are not physically present. </w:t>
      </w:r>
      <w:r w:rsidR="00C94815">
        <w:rPr>
          <w:rFonts w:ascii="Times New Roman" w:eastAsiaTheme="minorEastAsia" w:hAnsi="Times New Roman" w:cs="Times New Roman"/>
          <w:i w:val="0"/>
        </w:rPr>
        <w:t xml:space="preserve">This </w:t>
      </w:r>
      <w:r w:rsidR="00666629">
        <w:rPr>
          <w:rFonts w:ascii="Times New Roman" w:eastAsiaTheme="minorEastAsia" w:hAnsi="Times New Roman" w:cs="Times New Roman"/>
          <w:i w:val="0"/>
        </w:rPr>
        <w:t>system will provide an easy way to remotely control</w:t>
      </w:r>
      <w:r w:rsidR="00700D27">
        <w:rPr>
          <w:rFonts w:ascii="Times New Roman" w:eastAsiaTheme="minorEastAsia" w:hAnsi="Times New Roman" w:cs="Times New Roman"/>
          <w:i w:val="0"/>
        </w:rPr>
        <w:t xml:space="preserve"> </w:t>
      </w:r>
      <w:r>
        <w:rPr>
          <w:rFonts w:ascii="Times New Roman" w:eastAsiaTheme="minorEastAsia" w:hAnsi="Times New Roman" w:cs="Times New Roman"/>
          <w:i w:val="0"/>
        </w:rPr>
        <w:t>lights in their home. The system will be able to communicate with a raspberry pi using a mobile iOS application. The user will be able to monitor and</w:t>
      </w:r>
      <w:r w:rsidR="00B23CB5">
        <w:rPr>
          <w:rFonts w:ascii="Times New Roman" w:eastAsiaTheme="minorEastAsia" w:hAnsi="Times New Roman" w:cs="Times New Roman"/>
          <w:i w:val="0"/>
        </w:rPr>
        <w:t xml:space="preserve"> control their lights when they are out of the house. </w:t>
      </w:r>
    </w:p>
    <w:p w:rsidR="003327E4" w:rsidRPr="003327E4" w:rsidRDefault="003327E4" w:rsidP="003327E4">
      <w:pPr>
        <w:pStyle w:val="ParagraphText"/>
      </w:pPr>
      <w:r>
        <w:rPr>
          <w:b/>
        </w:rPr>
        <w:t xml:space="preserve">This system will not be using the </w:t>
      </w:r>
      <w:proofErr w:type="spellStart"/>
      <w:r>
        <w:rPr>
          <w:b/>
        </w:rPr>
        <w:t>FairCom</w:t>
      </w:r>
      <w:proofErr w:type="spellEnd"/>
      <w:r>
        <w:rPr>
          <w:b/>
        </w:rPr>
        <w:t xml:space="preserve"> database.</w:t>
      </w:r>
    </w:p>
    <w:p w:rsidR="009519E2" w:rsidRDefault="00D347DF" w:rsidP="003A5887">
      <w:pPr>
        <w:pStyle w:val="IndexTerms"/>
        <w:spacing w:before="240"/>
      </w:pPr>
      <w:r w:rsidRPr="00E02361">
        <w:rPr>
          <w:b/>
        </w:rPr>
        <w:t>Index Terms</w:t>
      </w:r>
      <w:proofErr w:type="gramStart"/>
      <w:r w:rsidR="009519E2" w:rsidRPr="00E02361">
        <w:rPr>
          <w:b/>
        </w:rPr>
        <w:t>:</w:t>
      </w:r>
      <w:proofErr w:type="gramEnd"/>
      <w:r w:rsidR="00520441">
        <w:t> </w:t>
      </w:r>
      <w:r w:rsidR="00B23CB5">
        <w:t>Data communication</w:t>
      </w:r>
      <w:r w:rsidR="00391606">
        <w:t xml:space="preserve">, </w:t>
      </w:r>
      <w:r w:rsidR="00B23CB5">
        <w:t>embedded systems</w:t>
      </w:r>
      <w:r w:rsidR="00B07087">
        <w:t>, LED bulbs</w:t>
      </w:r>
      <w:r w:rsidR="000A31B6">
        <w:t xml:space="preserve">, </w:t>
      </w:r>
      <w:r w:rsidR="00B23CB5">
        <w:t>iOS</w:t>
      </w:r>
      <w:r w:rsidR="000A31B6">
        <w:t>,</w:t>
      </w:r>
      <w:r w:rsidR="009471DF">
        <w:t xml:space="preserve"> </w:t>
      </w:r>
      <w:r w:rsidR="00B23CB5">
        <w:t xml:space="preserve">Objective-C, Raspberry Pi, wireless networks, </w:t>
      </w:r>
      <w:proofErr w:type="spellStart"/>
      <w:r w:rsidR="00B23CB5">
        <w:t>Xcode</w:t>
      </w:r>
      <w:proofErr w:type="spellEnd"/>
      <w:r w:rsidR="00B23CB5">
        <w:t>.</w:t>
      </w:r>
    </w:p>
    <w:p w:rsidR="002B3D89" w:rsidRDefault="002B3D89">
      <w:r>
        <w:br w:type="page"/>
      </w:r>
    </w:p>
    <w:p w:rsidR="00B84234" w:rsidRDefault="00B84234">
      <w:pPr>
        <w:sectPr w:rsidR="00B84234" w:rsidSect="00B84234">
          <w:headerReference w:type="default" r:id="rId10"/>
          <w:footerReference w:type="default" r:id="rId11"/>
          <w:pgSz w:w="12240" w:h="15840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10678F" w:rsidRDefault="009471DF" w:rsidP="002169CA">
      <w:pPr>
        <w:pStyle w:val="ChapterHeading1"/>
      </w:pPr>
      <w:r>
        <w:lastRenderedPageBreak/>
        <w:t>Related Systems</w:t>
      </w:r>
    </w:p>
    <w:p w:rsidR="00090737" w:rsidRDefault="00B23CB5" w:rsidP="009471DF">
      <w:pPr>
        <w:pStyle w:val="ParagraphText"/>
      </w:pPr>
      <w:r>
        <w:t>An obvious alternative to remote controlled lights would be controlling the lights from their location. The advantage to this is that there is a lot less overhead that comes with network communication; however, the proposed project will provide an optimal solution for the case when the resident is away from their home.</w:t>
      </w:r>
    </w:p>
    <w:p w:rsidR="00B23CB5" w:rsidRDefault="00B23CB5" w:rsidP="009471DF">
      <w:pPr>
        <w:pStyle w:val="ParagraphText"/>
      </w:pPr>
      <w:r>
        <w:t xml:space="preserve">This version of home automation will provide control over the lights from a portable unit. The portability and ease of access of this control is made possible by the development of an iOS application on an iPhone. </w:t>
      </w:r>
    </w:p>
    <w:p w:rsidR="00B23CB5" w:rsidRPr="009471DF" w:rsidRDefault="00B23CB5" w:rsidP="009471DF">
      <w:pPr>
        <w:pStyle w:val="ParagraphText"/>
      </w:pPr>
    </w:p>
    <w:p w:rsidR="00994B4B" w:rsidRDefault="009471DF" w:rsidP="00994B4B">
      <w:pPr>
        <w:pStyle w:val="ChapterHeading1"/>
      </w:pPr>
      <w:r>
        <w:lastRenderedPageBreak/>
        <w:t>Goals</w:t>
      </w:r>
    </w:p>
    <w:p w:rsidR="003327E4" w:rsidRDefault="00B07087" w:rsidP="00B07087">
      <w:pPr>
        <w:pStyle w:val="ParagraphText"/>
        <w:ind w:left="720" w:firstLine="0"/>
      </w:pPr>
      <w:r>
        <w:t>The goal is to create a system that will allow users a more convenient lifestyle around the house. In the case of the sick, disabled, or elderly, they will be granted control over their lights without the need of a caregiver.</w:t>
      </w:r>
    </w:p>
    <w:p w:rsidR="00B07087" w:rsidRPr="003327E4" w:rsidRDefault="00B07087" w:rsidP="00B07087">
      <w:pPr>
        <w:pStyle w:val="ParagraphText"/>
        <w:ind w:left="720" w:firstLine="0"/>
      </w:pPr>
      <w:r>
        <w:t>The system will provide the user with the ability to reduce power consumption in their homes by supplying a means to manage home lighting from a mobile device.</w:t>
      </w:r>
    </w:p>
    <w:p w:rsidR="0010678F" w:rsidRDefault="009471DF" w:rsidP="001B6570">
      <w:pPr>
        <w:pStyle w:val="ChapterHeading1"/>
      </w:pPr>
      <w:r>
        <w:lastRenderedPageBreak/>
        <w:t>Benefits/Outcomes</w:t>
      </w:r>
    </w:p>
    <w:p w:rsidR="00B07087" w:rsidRPr="00B07087" w:rsidRDefault="00B07087" w:rsidP="00B07087">
      <w:pPr>
        <w:pStyle w:val="ParagraphText"/>
      </w:pPr>
      <w:r>
        <w:t xml:space="preserve">The final product will allow the user to easily monitor the lights in their home from a mobile application. It will also open the possibility of added appliance control (oven, television, water, temperature), which could, in turn, centralize all home control. </w:t>
      </w:r>
    </w:p>
    <w:p w:rsidR="00634408" w:rsidRDefault="009471DF" w:rsidP="007F55FD">
      <w:pPr>
        <w:pStyle w:val="ChapterHeading1"/>
      </w:pPr>
      <w:r>
        <w:lastRenderedPageBreak/>
        <w:t>Constraints Specifications</w:t>
      </w:r>
    </w:p>
    <w:p w:rsidR="00FB6505" w:rsidRDefault="00FB6505" w:rsidP="00FB6505">
      <w:pPr>
        <w:pStyle w:val="ParagraphText"/>
      </w:pPr>
      <w:r>
        <w:t xml:space="preserve">The local system will be comprised </w:t>
      </w:r>
      <w:r w:rsidR="00FB3A62">
        <w:t xml:space="preserve">of a router, raspberry pi, and LED light. The router will communicate with the user interface (iOS application). </w:t>
      </w:r>
      <w:r>
        <w:t xml:space="preserve"> </w:t>
      </w:r>
    </w:p>
    <w:p w:rsidR="00FB3A62" w:rsidRDefault="00FB3A62" w:rsidP="00FB6505">
      <w:pPr>
        <w:pStyle w:val="ParagraphText"/>
      </w:pPr>
      <w:r>
        <w:t xml:space="preserve">The iOS application will be coded in Objective-C and using the </w:t>
      </w:r>
      <w:proofErr w:type="spellStart"/>
      <w:r>
        <w:t>Xcode</w:t>
      </w:r>
      <w:proofErr w:type="spellEnd"/>
      <w:r>
        <w:t xml:space="preserve"> IDE. </w:t>
      </w:r>
      <w:proofErr w:type="spellStart"/>
      <w:r w:rsidR="00A6644D">
        <w:t>Xcode</w:t>
      </w:r>
      <w:proofErr w:type="spellEnd"/>
      <w:r w:rsidR="00A6644D">
        <w:t xml:space="preserve"> provides a Media and Cocoa </w:t>
      </w:r>
      <w:proofErr w:type="gramStart"/>
      <w:r w:rsidR="00A6644D">
        <w:t>Touch  API</w:t>
      </w:r>
      <w:proofErr w:type="gramEnd"/>
      <w:r w:rsidR="00A6644D">
        <w:t xml:space="preserve"> for developers to more easily create their applications. </w:t>
      </w:r>
    </w:p>
    <w:p w:rsidR="00453260" w:rsidRDefault="00453260" w:rsidP="00FB6505">
      <w:pPr>
        <w:pStyle w:val="ParagraphText"/>
      </w:pPr>
    </w:p>
    <w:p w:rsidR="00453260" w:rsidRDefault="00453260" w:rsidP="00A6644D">
      <w:pPr>
        <w:pStyle w:val="ParagraphText"/>
        <w:jc w:val="center"/>
      </w:pPr>
      <w:r>
        <w:rPr>
          <w:noProof/>
        </w:rPr>
        <w:drawing>
          <wp:inline distT="0" distB="0" distL="0" distR="0">
            <wp:extent cx="4702628" cy="3527620"/>
            <wp:effectExtent l="0" t="0" r="3175" b="0"/>
            <wp:docPr id="2" name="Picture 2" descr="C:\Users\Michael\Downloads\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hael\Downloads\image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8197" cy="3531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44D" w:rsidRDefault="00A6644D" w:rsidP="00A6644D">
      <w:pPr>
        <w:pStyle w:val="ParagraphText"/>
        <w:ind w:firstLine="0"/>
        <w:jc w:val="center"/>
        <w:rPr>
          <w:color w:val="548DD4" w:themeColor="text2" w:themeTint="99"/>
        </w:rPr>
      </w:pPr>
      <w:r w:rsidRPr="00A6644D">
        <w:rPr>
          <w:color w:val="548DD4" w:themeColor="text2" w:themeTint="99"/>
        </w:rPr>
        <w:t>Software architecture for iOS application</w:t>
      </w:r>
    </w:p>
    <w:p w:rsidR="00A6644D" w:rsidRDefault="00A6644D" w:rsidP="00A6644D">
      <w:pPr>
        <w:pStyle w:val="ParagraphText"/>
        <w:ind w:firstLine="0"/>
        <w:rPr>
          <w:color w:val="548DD4" w:themeColor="text2" w:themeTint="99"/>
        </w:rPr>
      </w:pPr>
    </w:p>
    <w:p w:rsidR="00A6644D" w:rsidRDefault="00A6644D" w:rsidP="00A6644D">
      <w:pPr>
        <w:pStyle w:val="ParagraphText"/>
        <w:ind w:firstLine="0"/>
      </w:pPr>
      <w:r>
        <w:rPr>
          <w:color w:val="548DD4" w:themeColor="text2" w:themeTint="99"/>
        </w:rPr>
        <w:tab/>
      </w:r>
      <w:r w:rsidR="00762131">
        <w:t>The network router in the local system will communicate with the iOS application through a named pipe. The following figure is a simple representation of the system:</w:t>
      </w:r>
    </w:p>
    <w:p w:rsidR="00762131" w:rsidRDefault="00762131" w:rsidP="00A6644D">
      <w:pPr>
        <w:pStyle w:val="ParagraphText"/>
        <w:ind w:firstLine="0"/>
      </w:pPr>
    </w:p>
    <w:p w:rsidR="00762131" w:rsidRDefault="00762131" w:rsidP="00A6644D">
      <w:pPr>
        <w:pStyle w:val="ParagraphText"/>
        <w:ind w:firstLine="0"/>
      </w:pPr>
      <w:r>
        <w:rPr>
          <w:noProof/>
        </w:rPr>
        <w:lastRenderedPageBreak/>
        <w:drawing>
          <wp:inline distT="0" distB="0" distL="0" distR="0">
            <wp:extent cx="5943600" cy="4458520"/>
            <wp:effectExtent l="0" t="0" r="0" b="0"/>
            <wp:docPr id="5" name="Picture 5" descr="C:\Users\Michael\Downloads\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chael\Downloads\image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131" w:rsidRDefault="00762131" w:rsidP="00DA7D9B">
      <w:pPr>
        <w:pStyle w:val="ParagraphText"/>
        <w:ind w:firstLine="0"/>
        <w:jc w:val="center"/>
        <w:rPr>
          <w:color w:val="548DD4" w:themeColor="text2" w:themeTint="99"/>
        </w:rPr>
      </w:pPr>
      <w:r>
        <w:rPr>
          <w:color w:val="548DD4" w:themeColor="text2" w:themeTint="99"/>
        </w:rPr>
        <w:t>Functional block diagram for light monitor system</w:t>
      </w:r>
    </w:p>
    <w:p w:rsidR="00DA7D9B" w:rsidRDefault="00DA7D9B" w:rsidP="00DA7D9B">
      <w:pPr>
        <w:pStyle w:val="ParagraphText"/>
        <w:ind w:firstLine="0"/>
        <w:rPr>
          <w:color w:val="548DD4" w:themeColor="text2" w:themeTint="99"/>
        </w:rPr>
      </w:pPr>
    </w:p>
    <w:p w:rsidR="00DA7D9B" w:rsidRPr="00DA7D9B" w:rsidRDefault="00DA7D9B" w:rsidP="00DA7D9B">
      <w:pPr>
        <w:pStyle w:val="ParagraphText"/>
        <w:ind w:firstLine="0"/>
      </w:pPr>
      <w:r>
        <w:rPr>
          <w:color w:val="548DD4" w:themeColor="text2" w:themeTint="99"/>
        </w:rPr>
        <w:tab/>
      </w:r>
      <w:r>
        <w:t xml:space="preserve">The aspects used from ECE 4220 will be network communication. </w:t>
      </w:r>
      <w:r w:rsidR="00220820">
        <w:t>More specifically</w:t>
      </w:r>
      <w:r>
        <w:t xml:space="preserve">, the application will communicate with the router </w:t>
      </w:r>
      <w:r w:rsidR="00220820">
        <w:t xml:space="preserve">using named pipes. </w:t>
      </w:r>
    </w:p>
    <w:p w:rsidR="0010678F" w:rsidRDefault="009471DF" w:rsidP="001B6570">
      <w:pPr>
        <w:pStyle w:val="ChapterHeading1"/>
      </w:pPr>
      <w:r>
        <w:lastRenderedPageBreak/>
        <w:t>Assumptions</w:t>
      </w:r>
    </w:p>
    <w:p w:rsidR="00FB6505" w:rsidRDefault="00FB6505" w:rsidP="00FB6505">
      <w:pPr>
        <w:pStyle w:val="ParagraphText"/>
      </w:pPr>
      <w:r>
        <w:t>The user will need an iOS device to install the application. These options include an iPhone, iPad, or iPod Touch.</w:t>
      </w:r>
    </w:p>
    <w:p w:rsidR="00FB6505" w:rsidRDefault="00FB6505" w:rsidP="00FB6505">
      <w:pPr>
        <w:pStyle w:val="ParagraphText"/>
      </w:pPr>
      <w:r>
        <w:t>The proposed system will use an LED bulb to test the system, but the system would be able to be installed for any type of light.</w:t>
      </w:r>
    </w:p>
    <w:p w:rsidR="001F3D81" w:rsidRPr="00FB6505" w:rsidRDefault="001F3D81" w:rsidP="00FB6505">
      <w:pPr>
        <w:pStyle w:val="ParagraphText"/>
      </w:pPr>
      <w:r>
        <w:t>The user would also need a Raspberry Pi for the system to operate.</w:t>
      </w:r>
    </w:p>
    <w:p w:rsidR="00AE13A1" w:rsidRDefault="009471DF" w:rsidP="00AE13A1">
      <w:pPr>
        <w:pStyle w:val="ChapterHeading1"/>
      </w:pPr>
      <w:r>
        <w:lastRenderedPageBreak/>
        <w:t>Methodology</w:t>
      </w:r>
    </w:p>
    <w:p w:rsidR="005522BA" w:rsidRDefault="006649DE" w:rsidP="006649DE">
      <w:pPr>
        <w:pStyle w:val="ParagraphText"/>
        <w:ind w:left="720" w:firstLine="0"/>
      </w:pPr>
      <w:r>
        <w:t xml:space="preserve">The application will be developed on my Mac desktop. An Apple developer’s license has already been purchased. I already own a raspberry pi and a network router. If something were to go wrong with these supplies, I will use the TS-7250 systems in the lab in room C1246 </w:t>
      </w:r>
      <w:proofErr w:type="spellStart"/>
      <w:r>
        <w:t>Laferre</w:t>
      </w:r>
      <w:proofErr w:type="spellEnd"/>
      <w:r>
        <w:t xml:space="preserve"> Hall. </w:t>
      </w:r>
    </w:p>
    <w:p w:rsidR="006649DE" w:rsidRPr="00AE13A1" w:rsidRDefault="006649DE" w:rsidP="006649DE">
      <w:pPr>
        <w:pStyle w:val="ParagraphText"/>
        <w:ind w:left="720" w:firstLine="0"/>
      </w:pPr>
      <w:r>
        <w:t>A timeline of event deadlines is located on the next page, to help me stay on pace throughout the rest of the semester.</w:t>
      </w:r>
    </w:p>
    <w:p w:rsidR="0010678F" w:rsidRDefault="009471DF" w:rsidP="001B6570">
      <w:pPr>
        <w:pStyle w:val="ChapterHeading1"/>
      </w:pPr>
      <w:r>
        <w:lastRenderedPageBreak/>
        <w:t>Timeline/Schedule/Milestones</w:t>
      </w:r>
    </w:p>
    <w:p w:rsidR="009471DF" w:rsidRDefault="00F11144" w:rsidP="009471DF">
      <w:pPr>
        <w:pStyle w:val="ParagraphText"/>
        <w:ind w:firstLine="0"/>
      </w:pPr>
      <w:r>
        <w:t>Supplies will be purchased/obtained by April 13, 2015.</w:t>
      </w:r>
    </w:p>
    <w:p w:rsidR="00F11144" w:rsidRDefault="00F11144" w:rsidP="009471DF">
      <w:pPr>
        <w:pStyle w:val="ParagraphText"/>
        <w:ind w:firstLine="0"/>
      </w:pPr>
      <w:proofErr w:type="gramStart"/>
      <w:r>
        <w:t>iOS</w:t>
      </w:r>
      <w:proofErr w:type="gramEnd"/>
      <w:r>
        <w:t xml:space="preserve"> application will be developed and installed on iPhone by April 17, 2015.</w:t>
      </w:r>
    </w:p>
    <w:p w:rsidR="00F11144" w:rsidRDefault="00F11144" w:rsidP="009471DF">
      <w:pPr>
        <w:pStyle w:val="ParagraphText"/>
        <w:ind w:firstLine="0"/>
      </w:pPr>
      <w:r>
        <w:t xml:space="preserve">Hardware components </w:t>
      </w:r>
      <w:r w:rsidR="00DA7D9B">
        <w:t xml:space="preserve">and raspberry software </w:t>
      </w:r>
      <w:r>
        <w:t>will be installed by April 24, 2015.</w:t>
      </w:r>
    </w:p>
    <w:p w:rsidR="00F11144" w:rsidRPr="00AE13A1" w:rsidRDefault="00DA7D9B" w:rsidP="009471DF">
      <w:pPr>
        <w:pStyle w:val="ParagraphText"/>
        <w:ind w:firstLine="0"/>
      </w:pPr>
      <w:r>
        <w:t>Full functionality will be ready by May 1, 2015.</w:t>
      </w:r>
    </w:p>
    <w:p w:rsidR="009471DF" w:rsidRDefault="009471DF" w:rsidP="009471DF">
      <w:pPr>
        <w:pStyle w:val="ChapterHeading1"/>
      </w:pPr>
      <w:r>
        <w:lastRenderedPageBreak/>
        <w:t>Strengths/limitations of the system</w:t>
      </w:r>
    </w:p>
    <w:p w:rsidR="00715173" w:rsidRDefault="00DA7D9B" w:rsidP="00DB3A5A">
      <w:pPr>
        <w:ind w:left="540" w:hanging="540"/>
      </w:pPr>
      <w:r>
        <w:t>This advantage to using this system over a standard light control is the portability of control and monitoring.</w:t>
      </w:r>
    </w:p>
    <w:p w:rsidR="00220820" w:rsidRPr="00272033" w:rsidRDefault="001F3D81" w:rsidP="00DB3A5A">
      <w:pPr>
        <w:ind w:left="540" w:hanging="540"/>
      </w:pPr>
      <w:r>
        <w:t>The system will not be so easy to install, so it is not very flexible for every consumer.</w:t>
      </w:r>
      <w:bookmarkStart w:id="0" w:name="_GoBack"/>
      <w:bookmarkEnd w:id="0"/>
    </w:p>
    <w:sectPr w:rsidR="00220820" w:rsidRPr="00272033"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183" w:rsidRDefault="00954183" w:rsidP="00B84234">
      <w:pPr>
        <w:spacing w:after="0" w:line="240" w:lineRule="auto"/>
      </w:pPr>
      <w:r>
        <w:separator/>
      </w:r>
    </w:p>
  </w:endnote>
  <w:endnote w:type="continuationSeparator" w:id="0">
    <w:p w:rsidR="00954183" w:rsidRDefault="00954183" w:rsidP="00B84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08376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00D27" w:rsidRDefault="00700D27" w:rsidP="007750A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3D81">
          <w:rPr>
            <w:noProof/>
          </w:rPr>
          <w:t>i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90021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00D27" w:rsidRDefault="00700D27" w:rsidP="007750A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3D8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183" w:rsidRDefault="00954183" w:rsidP="00B84234">
      <w:pPr>
        <w:spacing w:after="0" w:line="240" w:lineRule="auto"/>
      </w:pPr>
      <w:r>
        <w:separator/>
      </w:r>
    </w:p>
  </w:footnote>
  <w:footnote w:type="continuationSeparator" w:id="0">
    <w:p w:rsidR="00954183" w:rsidRDefault="00954183" w:rsidP="00B84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D27" w:rsidRDefault="00700D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00D6"/>
    <w:multiLevelType w:val="hybridMultilevel"/>
    <w:tmpl w:val="64DCD9C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927EFA"/>
    <w:multiLevelType w:val="hybridMultilevel"/>
    <w:tmpl w:val="5EC8A1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025AD1"/>
    <w:multiLevelType w:val="hybridMultilevel"/>
    <w:tmpl w:val="83C21224"/>
    <w:lvl w:ilvl="0" w:tplc="FBB60216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1215A"/>
    <w:multiLevelType w:val="hybridMultilevel"/>
    <w:tmpl w:val="3F82F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2B3F3F"/>
    <w:multiLevelType w:val="hybridMultilevel"/>
    <w:tmpl w:val="C5B66250"/>
    <w:lvl w:ilvl="0" w:tplc="25D83662">
      <w:start w:val="3"/>
      <w:numFmt w:val="bullet"/>
      <w:lvlText w:val="-"/>
      <w:lvlJc w:val="left"/>
      <w:pPr>
        <w:ind w:left="252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2A2518FC"/>
    <w:multiLevelType w:val="hybridMultilevel"/>
    <w:tmpl w:val="7A7C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E25093"/>
    <w:multiLevelType w:val="hybridMultilevel"/>
    <w:tmpl w:val="77DA6572"/>
    <w:lvl w:ilvl="0" w:tplc="2B98D0D6">
      <w:start w:val="1"/>
      <w:numFmt w:val="bullet"/>
      <w:pStyle w:val="Z535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E507AA"/>
    <w:multiLevelType w:val="hybridMultilevel"/>
    <w:tmpl w:val="A5AADF20"/>
    <w:lvl w:ilvl="0" w:tplc="11F2DE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A96B27"/>
    <w:multiLevelType w:val="hybridMultilevel"/>
    <w:tmpl w:val="A552E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1458E8"/>
    <w:multiLevelType w:val="multilevel"/>
    <w:tmpl w:val="3C54D94A"/>
    <w:lvl w:ilvl="0">
      <w:start w:val="1"/>
      <w:numFmt w:val="decimal"/>
      <w:pStyle w:val="ChapterHeading1"/>
      <w:suff w:val="nothing"/>
      <w:lvlText w:val="Chapter %1. 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pStyle w:val="AppendixHeading1"/>
      <w:suff w:val="nothing"/>
      <w:lvlText w:val="Appendix %9. "/>
      <w:lvlJc w:val="left"/>
      <w:pPr>
        <w:ind w:left="0" w:firstLine="0"/>
      </w:pPr>
      <w:rPr>
        <w:rFonts w:hint="default"/>
      </w:rPr>
    </w:lvl>
  </w:abstractNum>
  <w:abstractNum w:abstractNumId="10">
    <w:nsid w:val="4A031E64"/>
    <w:multiLevelType w:val="hybridMultilevel"/>
    <w:tmpl w:val="0EBA7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2868FA"/>
    <w:multiLevelType w:val="hybridMultilevel"/>
    <w:tmpl w:val="20940F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4452B9"/>
    <w:multiLevelType w:val="hybridMultilevel"/>
    <w:tmpl w:val="715A2492"/>
    <w:lvl w:ilvl="0" w:tplc="0A5CE6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F5454E7"/>
    <w:multiLevelType w:val="hybridMultilevel"/>
    <w:tmpl w:val="BF62A24C"/>
    <w:lvl w:ilvl="0" w:tplc="93140526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B573B4B"/>
    <w:multiLevelType w:val="hybridMultilevel"/>
    <w:tmpl w:val="D2EC1F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497657"/>
    <w:multiLevelType w:val="multilevel"/>
    <w:tmpl w:val="2D50A16E"/>
    <w:lvl w:ilvl="0">
      <w:start w:val="1"/>
      <w:numFmt w:val="decimal"/>
      <w:suff w:val="nothing"/>
      <w:lvlText w:val="Chapter %1. 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pStyle w:val="MyHeading9"/>
      <w:suff w:val="nothing"/>
      <w:lvlText w:val="Appendix %9. "/>
      <w:lvlJc w:val="left"/>
      <w:pPr>
        <w:ind w:left="0" w:firstLine="0"/>
      </w:pPr>
      <w:rPr>
        <w:rFonts w:hint="default"/>
      </w:rPr>
    </w:lvl>
  </w:abstractNum>
  <w:abstractNum w:abstractNumId="16">
    <w:nsid w:val="75DD704D"/>
    <w:multiLevelType w:val="hybridMultilevel"/>
    <w:tmpl w:val="F83A7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4"/>
  </w:num>
  <w:num w:numId="4">
    <w:abstractNumId w:val="16"/>
  </w:num>
  <w:num w:numId="5">
    <w:abstractNumId w:val="10"/>
  </w:num>
  <w:num w:numId="6">
    <w:abstractNumId w:val="3"/>
  </w:num>
  <w:num w:numId="7">
    <w:abstractNumId w:val="2"/>
  </w:num>
  <w:num w:numId="8">
    <w:abstractNumId w:val="5"/>
  </w:num>
  <w:num w:numId="9">
    <w:abstractNumId w:val="4"/>
  </w:num>
  <w:num w:numId="10">
    <w:abstractNumId w:val="0"/>
  </w:num>
  <w:num w:numId="11">
    <w:abstractNumId w:val="7"/>
  </w:num>
  <w:num w:numId="12">
    <w:abstractNumId w:val="11"/>
  </w:num>
  <w:num w:numId="13">
    <w:abstractNumId w:val="6"/>
  </w:num>
  <w:num w:numId="14">
    <w:abstractNumId w:val="13"/>
  </w:num>
  <w:num w:numId="15">
    <w:abstractNumId w:val="12"/>
  </w:num>
  <w:num w:numId="16">
    <w:abstractNumId w:val="8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BE3B4CDE-C3F6-48B8-BDFA-13887DAE6CF8}"/>
    <w:docVar w:name="dgnword-eventsink" w:val="6593288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EE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576&lt;/HangingIndent&gt;&lt;LineSpacing&gt;1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d92zwr5vatd9r3ed0s95erx9stwr0twf9r5e&quot;&gt;ECE Couses&lt;record-ids&gt;&lt;item&gt;111&lt;/item&gt;&lt;item&gt;136&lt;/item&gt;&lt;/record-ids&gt;&lt;/item&gt;&lt;/Libraries&gt;"/>
  </w:docVars>
  <w:rsids>
    <w:rsidRoot w:val="00041167"/>
    <w:rsid w:val="00004934"/>
    <w:rsid w:val="0000655E"/>
    <w:rsid w:val="00007A31"/>
    <w:rsid w:val="00010886"/>
    <w:rsid w:val="00010C07"/>
    <w:rsid w:val="00011143"/>
    <w:rsid w:val="00011198"/>
    <w:rsid w:val="000116B2"/>
    <w:rsid w:val="00012D79"/>
    <w:rsid w:val="00016263"/>
    <w:rsid w:val="0001725A"/>
    <w:rsid w:val="00017E39"/>
    <w:rsid w:val="000307D3"/>
    <w:rsid w:val="000321F8"/>
    <w:rsid w:val="00035865"/>
    <w:rsid w:val="00040351"/>
    <w:rsid w:val="00041167"/>
    <w:rsid w:val="00041F30"/>
    <w:rsid w:val="00042B57"/>
    <w:rsid w:val="0004322C"/>
    <w:rsid w:val="000441AB"/>
    <w:rsid w:val="0004499D"/>
    <w:rsid w:val="000451F2"/>
    <w:rsid w:val="00045BC0"/>
    <w:rsid w:val="00047DB7"/>
    <w:rsid w:val="00051D38"/>
    <w:rsid w:val="00051E00"/>
    <w:rsid w:val="0005277B"/>
    <w:rsid w:val="00052AF3"/>
    <w:rsid w:val="00053C25"/>
    <w:rsid w:val="00055D7E"/>
    <w:rsid w:val="00056AEC"/>
    <w:rsid w:val="00061DBD"/>
    <w:rsid w:val="000722E0"/>
    <w:rsid w:val="00075A09"/>
    <w:rsid w:val="00075C4F"/>
    <w:rsid w:val="000774E1"/>
    <w:rsid w:val="00081AAA"/>
    <w:rsid w:val="00082B01"/>
    <w:rsid w:val="00086A00"/>
    <w:rsid w:val="00086F49"/>
    <w:rsid w:val="000876A5"/>
    <w:rsid w:val="00087917"/>
    <w:rsid w:val="00090737"/>
    <w:rsid w:val="00090D19"/>
    <w:rsid w:val="0009109E"/>
    <w:rsid w:val="0009307B"/>
    <w:rsid w:val="00095443"/>
    <w:rsid w:val="00095D88"/>
    <w:rsid w:val="000A31B6"/>
    <w:rsid w:val="000A6761"/>
    <w:rsid w:val="000B03EB"/>
    <w:rsid w:val="000B0527"/>
    <w:rsid w:val="000B054F"/>
    <w:rsid w:val="000B2797"/>
    <w:rsid w:val="000B3019"/>
    <w:rsid w:val="000B56ED"/>
    <w:rsid w:val="000B62CC"/>
    <w:rsid w:val="000B7310"/>
    <w:rsid w:val="000C4E8E"/>
    <w:rsid w:val="000C5979"/>
    <w:rsid w:val="000C7A12"/>
    <w:rsid w:val="000D7029"/>
    <w:rsid w:val="000E352A"/>
    <w:rsid w:val="000E69B3"/>
    <w:rsid w:val="000E734A"/>
    <w:rsid w:val="000F126B"/>
    <w:rsid w:val="000F40FB"/>
    <w:rsid w:val="000F5CBE"/>
    <w:rsid w:val="000F6ECE"/>
    <w:rsid w:val="001018F8"/>
    <w:rsid w:val="0010678F"/>
    <w:rsid w:val="001071BF"/>
    <w:rsid w:val="001100E2"/>
    <w:rsid w:val="0011126A"/>
    <w:rsid w:val="00111831"/>
    <w:rsid w:val="00113139"/>
    <w:rsid w:val="0011317A"/>
    <w:rsid w:val="00114D4C"/>
    <w:rsid w:val="001176B8"/>
    <w:rsid w:val="0012341D"/>
    <w:rsid w:val="00124D85"/>
    <w:rsid w:val="001250A6"/>
    <w:rsid w:val="00126065"/>
    <w:rsid w:val="0013155D"/>
    <w:rsid w:val="00131CF0"/>
    <w:rsid w:val="00132D51"/>
    <w:rsid w:val="00132D89"/>
    <w:rsid w:val="0013337E"/>
    <w:rsid w:val="00133910"/>
    <w:rsid w:val="001354C7"/>
    <w:rsid w:val="001368E4"/>
    <w:rsid w:val="00137C75"/>
    <w:rsid w:val="001407AB"/>
    <w:rsid w:val="001426BB"/>
    <w:rsid w:val="0014270A"/>
    <w:rsid w:val="00146FAE"/>
    <w:rsid w:val="00147963"/>
    <w:rsid w:val="00151DB5"/>
    <w:rsid w:val="0015358D"/>
    <w:rsid w:val="001536DD"/>
    <w:rsid w:val="00154463"/>
    <w:rsid w:val="0015457B"/>
    <w:rsid w:val="00154852"/>
    <w:rsid w:val="001577AB"/>
    <w:rsid w:val="001641E7"/>
    <w:rsid w:val="00164C5F"/>
    <w:rsid w:val="00166665"/>
    <w:rsid w:val="0017011D"/>
    <w:rsid w:val="00175129"/>
    <w:rsid w:val="00176613"/>
    <w:rsid w:val="00180E87"/>
    <w:rsid w:val="00181C8C"/>
    <w:rsid w:val="00182256"/>
    <w:rsid w:val="00182FBD"/>
    <w:rsid w:val="00187408"/>
    <w:rsid w:val="001877C3"/>
    <w:rsid w:val="001915A1"/>
    <w:rsid w:val="001924DE"/>
    <w:rsid w:val="00193850"/>
    <w:rsid w:val="0019398F"/>
    <w:rsid w:val="00194030"/>
    <w:rsid w:val="001976A6"/>
    <w:rsid w:val="00197F15"/>
    <w:rsid w:val="001A60B3"/>
    <w:rsid w:val="001A6231"/>
    <w:rsid w:val="001A7F07"/>
    <w:rsid w:val="001B0729"/>
    <w:rsid w:val="001B1153"/>
    <w:rsid w:val="001B1774"/>
    <w:rsid w:val="001B4DA1"/>
    <w:rsid w:val="001B6454"/>
    <w:rsid w:val="001B6570"/>
    <w:rsid w:val="001B672C"/>
    <w:rsid w:val="001B7AE4"/>
    <w:rsid w:val="001C4E56"/>
    <w:rsid w:val="001D2FE3"/>
    <w:rsid w:val="001D33D5"/>
    <w:rsid w:val="001D7C02"/>
    <w:rsid w:val="001D7EBF"/>
    <w:rsid w:val="001E2133"/>
    <w:rsid w:val="001E4A9D"/>
    <w:rsid w:val="001E4C81"/>
    <w:rsid w:val="001E65A8"/>
    <w:rsid w:val="001F1F50"/>
    <w:rsid w:val="001F2B1E"/>
    <w:rsid w:val="001F3D81"/>
    <w:rsid w:val="001F5AF4"/>
    <w:rsid w:val="001F5E7A"/>
    <w:rsid w:val="002006EE"/>
    <w:rsid w:val="002017E8"/>
    <w:rsid w:val="00202897"/>
    <w:rsid w:val="00203C5D"/>
    <w:rsid w:val="00204A55"/>
    <w:rsid w:val="00206FC3"/>
    <w:rsid w:val="0021180F"/>
    <w:rsid w:val="00212FE1"/>
    <w:rsid w:val="0021393D"/>
    <w:rsid w:val="00214A30"/>
    <w:rsid w:val="00215083"/>
    <w:rsid w:val="002169CA"/>
    <w:rsid w:val="00216B41"/>
    <w:rsid w:val="0021786F"/>
    <w:rsid w:val="00220820"/>
    <w:rsid w:val="0022083A"/>
    <w:rsid w:val="002210F3"/>
    <w:rsid w:val="00221E1C"/>
    <w:rsid w:val="002230E6"/>
    <w:rsid w:val="0022314D"/>
    <w:rsid w:val="00227F33"/>
    <w:rsid w:val="002361D2"/>
    <w:rsid w:val="0024196C"/>
    <w:rsid w:val="002549E7"/>
    <w:rsid w:val="002660D3"/>
    <w:rsid w:val="00266C8F"/>
    <w:rsid w:val="00272033"/>
    <w:rsid w:val="002721F8"/>
    <w:rsid w:val="00272539"/>
    <w:rsid w:val="0027330F"/>
    <w:rsid w:val="002766EE"/>
    <w:rsid w:val="0027764F"/>
    <w:rsid w:val="002805BE"/>
    <w:rsid w:val="00281F6F"/>
    <w:rsid w:val="00283F6A"/>
    <w:rsid w:val="00287287"/>
    <w:rsid w:val="00287E4F"/>
    <w:rsid w:val="00287FE2"/>
    <w:rsid w:val="00294F6A"/>
    <w:rsid w:val="00295F6B"/>
    <w:rsid w:val="002A03D2"/>
    <w:rsid w:val="002A1B4D"/>
    <w:rsid w:val="002A2377"/>
    <w:rsid w:val="002A6269"/>
    <w:rsid w:val="002A6691"/>
    <w:rsid w:val="002A6D1F"/>
    <w:rsid w:val="002A6ECE"/>
    <w:rsid w:val="002A7C1E"/>
    <w:rsid w:val="002B16FB"/>
    <w:rsid w:val="002B25A4"/>
    <w:rsid w:val="002B3D89"/>
    <w:rsid w:val="002B47ED"/>
    <w:rsid w:val="002B5026"/>
    <w:rsid w:val="002C040B"/>
    <w:rsid w:val="002C12F8"/>
    <w:rsid w:val="002C4231"/>
    <w:rsid w:val="002C59B8"/>
    <w:rsid w:val="002C76A6"/>
    <w:rsid w:val="002D0307"/>
    <w:rsid w:val="002D2C51"/>
    <w:rsid w:val="002D3A9E"/>
    <w:rsid w:val="002D66A8"/>
    <w:rsid w:val="002D7313"/>
    <w:rsid w:val="002E167A"/>
    <w:rsid w:val="002E3EA9"/>
    <w:rsid w:val="002E74F7"/>
    <w:rsid w:val="002F075B"/>
    <w:rsid w:val="002F1299"/>
    <w:rsid w:val="002F1385"/>
    <w:rsid w:val="002F1D84"/>
    <w:rsid w:val="002F6FA5"/>
    <w:rsid w:val="00301678"/>
    <w:rsid w:val="00306B38"/>
    <w:rsid w:val="00306F08"/>
    <w:rsid w:val="00312DC5"/>
    <w:rsid w:val="0031384D"/>
    <w:rsid w:val="00316FC9"/>
    <w:rsid w:val="003267D6"/>
    <w:rsid w:val="003273C1"/>
    <w:rsid w:val="00331BBB"/>
    <w:rsid w:val="00331DF6"/>
    <w:rsid w:val="003327E4"/>
    <w:rsid w:val="00334C8A"/>
    <w:rsid w:val="00343B22"/>
    <w:rsid w:val="003472AC"/>
    <w:rsid w:val="003507E8"/>
    <w:rsid w:val="0035188F"/>
    <w:rsid w:val="00353A67"/>
    <w:rsid w:val="00353E49"/>
    <w:rsid w:val="003563EB"/>
    <w:rsid w:val="0035693F"/>
    <w:rsid w:val="00360030"/>
    <w:rsid w:val="00370C95"/>
    <w:rsid w:val="00373E34"/>
    <w:rsid w:val="003772E1"/>
    <w:rsid w:val="003778CA"/>
    <w:rsid w:val="003800D1"/>
    <w:rsid w:val="0038413F"/>
    <w:rsid w:val="00385746"/>
    <w:rsid w:val="003907DE"/>
    <w:rsid w:val="003911F1"/>
    <w:rsid w:val="0039159D"/>
    <w:rsid w:val="00391606"/>
    <w:rsid w:val="0039194F"/>
    <w:rsid w:val="0039536C"/>
    <w:rsid w:val="003956F9"/>
    <w:rsid w:val="00395FE8"/>
    <w:rsid w:val="003A08E9"/>
    <w:rsid w:val="003A2453"/>
    <w:rsid w:val="003A33A8"/>
    <w:rsid w:val="003A5887"/>
    <w:rsid w:val="003A7BFC"/>
    <w:rsid w:val="003B1D00"/>
    <w:rsid w:val="003B275A"/>
    <w:rsid w:val="003B29AE"/>
    <w:rsid w:val="003B4EE3"/>
    <w:rsid w:val="003C2861"/>
    <w:rsid w:val="003C4559"/>
    <w:rsid w:val="003C51CE"/>
    <w:rsid w:val="003C6E9C"/>
    <w:rsid w:val="003C7D4A"/>
    <w:rsid w:val="003C7F65"/>
    <w:rsid w:val="003D1756"/>
    <w:rsid w:val="003D1F1A"/>
    <w:rsid w:val="003D4A14"/>
    <w:rsid w:val="003D75CC"/>
    <w:rsid w:val="003E3E1F"/>
    <w:rsid w:val="003F2D5B"/>
    <w:rsid w:val="003F2E0F"/>
    <w:rsid w:val="003F4050"/>
    <w:rsid w:val="003F4483"/>
    <w:rsid w:val="003F65AC"/>
    <w:rsid w:val="003F77A7"/>
    <w:rsid w:val="004013A9"/>
    <w:rsid w:val="00403B53"/>
    <w:rsid w:val="00407DE0"/>
    <w:rsid w:val="00412DC2"/>
    <w:rsid w:val="004134E4"/>
    <w:rsid w:val="00420D17"/>
    <w:rsid w:val="004223FA"/>
    <w:rsid w:val="00422E3F"/>
    <w:rsid w:val="00424950"/>
    <w:rsid w:val="0042663A"/>
    <w:rsid w:val="0042748F"/>
    <w:rsid w:val="00430190"/>
    <w:rsid w:val="004315BB"/>
    <w:rsid w:val="00435FD4"/>
    <w:rsid w:val="0044074F"/>
    <w:rsid w:val="00441448"/>
    <w:rsid w:val="004443D4"/>
    <w:rsid w:val="0044499B"/>
    <w:rsid w:val="00444A7B"/>
    <w:rsid w:val="004453F7"/>
    <w:rsid w:val="00451416"/>
    <w:rsid w:val="00453260"/>
    <w:rsid w:val="00453E61"/>
    <w:rsid w:val="004547B4"/>
    <w:rsid w:val="00454A60"/>
    <w:rsid w:val="00461CA3"/>
    <w:rsid w:val="00463627"/>
    <w:rsid w:val="00463BC3"/>
    <w:rsid w:val="004653B4"/>
    <w:rsid w:val="004666AC"/>
    <w:rsid w:val="00471E13"/>
    <w:rsid w:val="004735A4"/>
    <w:rsid w:val="00480293"/>
    <w:rsid w:val="0048084E"/>
    <w:rsid w:val="00481302"/>
    <w:rsid w:val="00484E93"/>
    <w:rsid w:val="00491925"/>
    <w:rsid w:val="004951EF"/>
    <w:rsid w:val="004A11A6"/>
    <w:rsid w:val="004A3A8B"/>
    <w:rsid w:val="004A3F7E"/>
    <w:rsid w:val="004A7395"/>
    <w:rsid w:val="004B198F"/>
    <w:rsid w:val="004B3EA9"/>
    <w:rsid w:val="004B5066"/>
    <w:rsid w:val="004C0365"/>
    <w:rsid w:val="004C0A97"/>
    <w:rsid w:val="004C14E5"/>
    <w:rsid w:val="004C1DB6"/>
    <w:rsid w:val="004C21EF"/>
    <w:rsid w:val="004C285A"/>
    <w:rsid w:val="004C3C90"/>
    <w:rsid w:val="004C43CD"/>
    <w:rsid w:val="004C5EAF"/>
    <w:rsid w:val="004C67BB"/>
    <w:rsid w:val="004C6BD6"/>
    <w:rsid w:val="004C6FD7"/>
    <w:rsid w:val="004C737C"/>
    <w:rsid w:val="004D0ADA"/>
    <w:rsid w:val="004D313B"/>
    <w:rsid w:val="004D49A4"/>
    <w:rsid w:val="004D50AB"/>
    <w:rsid w:val="004D61AF"/>
    <w:rsid w:val="004E1FF9"/>
    <w:rsid w:val="004E21C7"/>
    <w:rsid w:val="004E398C"/>
    <w:rsid w:val="004E6189"/>
    <w:rsid w:val="004E6934"/>
    <w:rsid w:val="004E6BD3"/>
    <w:rsid w:val="004F3CE5"/>
    <w:rsid w:val="005004AB"/>
    <w:rsid w:val="00500872"/>
    <w:rsid w:val="00504D6A"/>
    <w:rsid w:val="00506511"/>
    <w:rsid w:val="00506ED9"/>
    <w:rsid w:val="0050737F"/>
    <w:rsid w:val="00511A05"/>
    <w:rsid w:val="00512A19"/>
    <w:rsid w:val="00512B91"/>
    <w:rsid w:val="00512F35"/>
    <w:rsid w:val="005132CE"/>
    <w:rsid w:val="005132FD"/>
    <w:rsid w:val="0051351E"/>
    <w:rsid w:val="0051615D"/>
    <w:rsid w:val="00520441"/>
    <w:rsid w:val="00522107"/>
    <w:rsid w:val="00531D6E"/>
    <w:rsid w:val="0053262C"/>
    <w:rsid w:val="00534308"/>
    <w:rsid w:val="0054119E"/>
    <w:rsid w:val="00545931"/>
    <w:rsid w:val="005470F8"/>
    <w:rsid w:val="0055114F"/>
    <w:rsid w:val="00551FD0"/>
    <w:rsid w:val="005522BA"/>
    <w:rsid w:val="0055348B"/>
    <w:rsid w:val="00560B3C"/>
    <w:rsid w:val="00562D39"/>
    <w:rsid w:val="005663AF"/>
    <w:rsid w:val="005671C5"/>
    <w:rsid w:val="0057517A"/>
    <w:rsid w:val="005825EC"/>
    <w:rsid w:val="0058314D"/>
    <w:rsid w:val="005842A1"/>
    <w:rsid w:val="005858A2"/>
    <w:rsid w:val="00587788"/>
    <w:rsid w:val="005909A3"/>
    <w:rsid w:val="00590D4B"/>
    <w:rsid w:val="0059117C"/>
    <w:rsid w:val="00591B80"/>
    <w:rsid w:val="00592DE3"/>
    <w:rsid w:val="00592F5B"/>
    <w:rsid w:val="005931FF"/>
    <w:rsid w:val="0059578E"/>
    <w:rsid w:val="00595803"/>
    <w:rsid w:val="005969BA"/>
    <w:rsid w:val="00596F7E"/>
    <w:rsid w:val="005A0460"/>
    <w:rsid w:val="005A0DDB"/>
    <w:rsid w:val="005A3794"/>
    <w:rsid w:val="005A4708"/>
    <w:rsid w:val="005A6FF1"/>
    <w:rsid w:val="005B373E"/>
    <w:rsid w:val="005B7274"/>
    <w:rsid w:val="005B7BFC"/>
    <w:rsid w:val="005B7F6F"/>
    <w:rsid w:val="005C2447"/>
    <w:rsid w:val="005C2A6A"/>
    <w:rsid w:val="005C3D58"/>
    <w:rsid w:val="005C3EE2"/>
    <w:rsid w:val="005C4EA0"/>
    <w:rsid w:val="005C5627"/>
    <w:rsid w:val="005C62ED"/>
    <w:rsid w:val="005C6A08"/>
    <w:rsid w:val="005C6BD0"/>
    <w:rsid w:val="005C7C83"/>
    <w:rsid w:val="005D1377"/>
    <w:rsid w:val="005D3E6D"/>
    <w:rsid w:val="005D767F"/>
    <w:rsid w:val="005E41F9"/>
    <w:rsid w:val="005E6115"/>
    <w:rsid w:val="005E7AE0"/>
    <w:rsid w:val="005F7BF8"/>
    <w:rsid w:val="006004C9"/>
    <w:rsid w:val="00602D17"/>
    <w:rsid w:val="006049B3"/>
    <w:rsid w:val="006056DF"/>
    <w:rsid w:val="00605784"/>
    <w:rsid w:val="00606420"/>
    <w:rsid w:val="00606ABB"/>
    <w:rsid w:val="006108A0"/>
    <w:rsid w:val="00611736"/>
    <w:rsid w:val="0061238E"/>
    <w:rsid w:val="00613641"/>
    <w:rsid w:val="006151C6"/>
    <w:rsid w:val="00617310"/>
    <w:rsid w:val="00617579"/>
    <w:rsid w:val="00617B0F"/>
    <w:rsid w:val="006202C8"/>
    <w:rsid w:val="00622045"/>
    <w:rsid w:val="00622BC5"/>
    <w:rsid w:val="00623529"/>
    <w:rsid w:val="00623BB8"/>
    <w:rsid w:val="006249AE"/>
    <w:rsid w:val="00625489"/>
    <w:rsid w:val="00625B8E"/>
    <w:rsid w:val="00630BC8"/>
    <w:rsid w:val="00633278"/>
    <w:rsid w:val="00634408"/>
    <w:rsid w:val="006365A8"/>
    <w:rsid w:val="0064156E"/>
    <w:rsid w:val="00643F50"/>
    <w:rsid w:val="00644EEC"/>
    <w:rsid w:val="00645045"/>
    <w:rsid w:val="006478E6"/>
    <w:rsid w:val="006503F7"/>
    <w:rsid w:val="00651888"/>
    <w:rsid w:val="00651E3A"/>
    <w:rsid w:val="00652FFB"/>
    <w:rsid w:val="00655C7E"/>
    <w:rsid w:val="006630DA"/>
    <w:rsid w:val="006642B4"/>
    <w:rsid w:val="006649DE"/>
    <w:rsid w:val="00666629"/>
    <w:rsid w:val="00670698"/>
    <w:rsid w:val="00670DE8"/>
    <w:rsid w:val="006727C6"/>
    <w:rsid w:val="00673C52"/>
    <w:rsid w:val="006756FD"/>
    <w:rsid w:val="00675F25"/>
    <w:rsid w:val="00683426"/>
    <w:rsid w:val="00683AD5"/>
    <w:rsid w:val="00686696"/>
    <w:rsid w:val="00686D69"/>
    <w:rsid w:val="006879FE"/>
    <w:rsid w:val="00692695"/>
    <w:rsid w:val="006957CB"/>
    <w:rsid w:val="006A0FBC"/>
    <w:rsid w:val="006A4D86"/>
    <w:rsid w:val="006A4F21"/>
    <w:rsid w:val="006A5775"/>
    <w:rsid w:val="006A79BA"/>
    <w:rsid w:val="006B091B"/>
    <w:rsid w:val="006B3A4D"/>
    <w:rsid w:val="006B4812"/>
    <w:rsid w:val="006B5FF5"/>
    <w:rsid w:val="006C2879"/>
    <w:rsid w:val="006C2F37"/>
    <w:rsid w:val="006C4B37"/>
    <w:rsid w:val="006C6DB4"/>
    <w:rsid w:val="006C7D0B"/>
    <w:rsid w:val="006D2B3B"/>
    <w:rsid w:val="006D51AB"/>
    <w:rsid w:val="006D552B"/>
    <w:rsid w:val="006D7099"/>
    <w:rsid w:val="006D7784"/>
    <w:rsid w:val="006E1A68"/>
    <w:rsid w:val="006E4936"/>
    <w:rsid w:val="006E4ED9"/>
    <w:rsid w:val="006E5811"/>
    <w:rsid w:val="006E599D"/>
    <w:rsid w:val="006E6432"/>
    <w:rsid w:val="006E6541"/>
    <w:rsid w:val="006E66BB"/>
    <w:rsid w:val="006F1278"/>
    <w:rsid w:val="006F2AE5"/>
    <w:rsid w:val="006F2B09"/>
    <w:rsid w:val="006F3557"/>
    <w:rsid w:val="006F407F"/>
    <w:rsid w:val="00700BA4"/>
    <w:rsid w:val="00700D27"/>
    <w:rsid w:val="00701B2D"/>
    <w:rsid w:val="00703BF3"/>
    <w:rsid w:val="00711D25"/>
    <w:rsid w:val="0071503A"/>
    <w:rsid w:val="00715173"/>
    <w:rsid w:val="007168BF"/>
    <w:rsid w:val="00720304"/>
    <w:rsid w:val="00720B55"/>
    <w:rsid w:val="00720CAF"/>
    <w:rsid w:val="00721C32"/>
    <w:rsid w:val="007249BF"/>
    <w:rsid w:val="00725852"/>
    <w:rsid w:val="00727FA7"/>
    <w:rsid w:val="007300C3"/>
    <w:rsid w:val="0073212F"/>
    <w:rsid w:val="00734A6F"/>
    <w:rsid w:val="0073559A"/>
    <w:rsid w:val="0073588B"/>
    <w:rsid w:val="00736547"/>
    <w:rsid w:val="00737336"/>
    <w:rsid w:val="00743D04"/>
    <w:rsid w:val="007442B0"/>
    <w:rsid w:val="00745DF4"/>
    <w:rsid w:val="007477B3"/>
    <w:rsid w:val="007501F0"/>
    <w:rsid w:val="0075307E"/>
    <w:rsid w:val="00753133"/>
    <w:rsid w:val="00754968"/>
    <w:rsid w:val="0075760F"/>
    <w:rsid w:val="00762131"/>
    <w:rsid w:val="0076581A"/>
    <w:rsid w:val="0076647A"/>
    <w:rsid w:val="00766FC6"/>
    <w:rsid w:val="00770F6A"/>
    <w:rsid w:val="00774DDF"/>
    <w:rsid w:val="00774EF1"/>
    <w:rsid w:val="007750A2"/>
    <w:rsid w:val="007750D7"/>
    <w:rsid w:val="007803BB"/>
    <w:rsid w:val="00780CE4"/>
    <w:rsid w:val="0078185F"/>
    <w:rsid w:val="0078544D"/>
    <w:rsid w:val="00796ED4"/>
    <w:rsid w:val="007A0781"/>
    <w:rsid w:val="007A1C3E"/>
    <w:rsid w:val="007A1CE3"/>
    <w:rsid w:val="007A1DCE"/>
    <w:rsid w:val="007A5AD1"/>
    <w:rsid w:val="007A65DF"/>
    <w:rsid w:val="007A794D"/>
    <w:rsid w:val="007B1557"/>
    <w:rsid w:val="007B306B"/>
    <w:rsid w:val="007B5AD2"/>
    <w:rsid w:val="007B5C57"/>
    <w:rsid w:val="007B7317"/>
    <w:rsid w:val="007C267A"/>
    <w:rsid w:val="007C4CCC"/>
    <w:rsid w:val="007C73A7"/>
    <w:rsid w:val="007D0428"/>
    <w:rsid w:val="007D05DE"/>
    <w:rsid w:val="007D3A68"/>
    <w:rsid w:val="007D40DE"/>
    <w:rsid w:val="007E0942"/>
    <w:rsid w:val="007E4565"/>
    <w:rsid w:val="007E4635"/>
    <w:rsid w:val="007E486E"/>
    <w:rsid w:val="007E508C"/>
    <w:rsid w:val="007E7D9E"/>
    <w:rsid w:val="007F1DE2"/>
    <w:rsid w:val="007F4236"/>
    <w:rsid w:val="007F4996"/>
    <w:rsid w:val="007F4E72"/>
    <w:rsid w:val="007F55FD"/>
    <w:rsid w:val="007F6257"/>
    <w:rsid w:val="008035F4"/>
    <w:rsid w:val="00803793"/>
    <w:rsid w:val="00804A72"/>
    <w:rsid w:val="00804E53"/>
    <w:rsid w:val="008070B0"/>
    <w:rsid w:val="008070F6"/>
    <w:rsid w:val="008071E0"/>
    <w:rsid w:val="00810C80"/>
    <w:rsid w:val="00812D72"/>
    <w:rsid w:val="00817212"/>
    <w:rsid w:val="008172D3"/>
    <w:rsid w:val="008179CC"/>
    <w:rsid w:val="00822494"/>
    <w:rsid w:val="008224D9"/>
    <w:rsid w:val="00830AEC"/>
    <w:rsid w:val="00833982"/>
    <w:rsid w:val="00840004"/>
    <w:rsid w:val="008419BB"/>
    <w:rsid w:val="00842213"/>
    <w:rsid w:val="00843211"/>
    <w:rsid w:val="00844DE1"/>
    <w:rsid w:val="00850558"/>
    <w:rsid w:val="00853957"/>
    <w:rsid w:val="0085438F"/>
    <w:rsid w:val="0085459A"/>
    <w:rsid w:val="00856E35"/>
    <w:rsid w:val="00856FC9"/>
    <w:rsid w:val="00857D6C"/>
    <w:rsid w:val="00857DE5"/>
    <w:rsid w:val="008611CD"/>
    <w:rsid w:val="00862778"/>
    <w:rsid w:val="00863BCB"/>
    <w:rsid w:val="0086512E"/>
    <w:rsid w:val="00866E5B"/>
    <w:rsid w:val="008676A3"/>
    <w:rsid w:val="00873685"/>
    <w:rsid w:val="00876C00"/>
    <w:rsid w:val="00876C07"/>
    <w:rsid w:val="008812B5"/>
    <w:rsid w:val="0088318B"/>
    <w:rsid w:val="00885390"/>
    <w:rsid w:val="008854B1"/>
    <w:rsid w:val="00885BA6"/>
    <w:rsid w:val="008900B1"/>
    <w:rsid w:val="00894178"/>
    <w:rsid w:val="00896FCE"/>
    <w:rsid w:val="00897E9F"/>
    <w:rsid w:val="008A302A"/>
    <w:rsid w:val="008A3676"/>
    <w:rsid w:val="008A6FD6"/>
    <w:rsid w:val="008A78EE"/>
    <w:rsid w:val="008B20F3"/>
    <w:rsid w:val="008C0A23"/>
    <w:rsid w:val="008C1385"/>
    <w:rsid w:val="008C21DD"/>
    <w:rsid w:val="008C32D7"/>
    <w:rsid w:val="008C36F5"/>
    <w:rsid w:val="008C609F"/>
    <w:rsid w:val="008C6FD9"/>
    <w:rsid w:val="008D3C4E"/>
    <w:rsid w:val="008D5353"/>
    <w:rsid w:val="008D55DA"/>
    <w:rsid w:val="008D5CEA"/>
    <w:rsid w:val="008E095D"/>
    <w:rsid w:val="008E3018"/>
    <w:rsid w:val="008E74E0"/>
    <w:rsid w:val="008F2FD3"/>
    <w:rsid w:val="008F470F"/>
    <w:rsid w:val="008F53A3"/>
    <w:rsid w:val="008F62EF"/>
    <w:rsid w:val="00903E2F"/>
    <w:rsid w:val="009040B6"/>
    <w:rsid w:val="00905206"/>
    <w:rsid w:val="0090687C"/>
    <w:rsid w:val="00906F7F"/>
    <w:rsid w:val="00907B92"/>
    <w:rsid w:val="00910A5E"/>
    <w:rsid w:val="00911AF3"/>
    <w:rsid w:val="00912B78"/>
    <w:rsid w:val="00912EC4"/>
    <w:rsid w:val="00914A9C"/>
    <w:rsid w:val="00914C82"/>
    <w:rsid w:val="00916BA8"/>
    <w:rsid w:val="00920069"/>
    <w:rsid w:val="00920DDD"/>
    <w:rsid w:val="0092367F"/>
    <w:rsid w:val="0092496B"/>
    <w:rsid w:val="00930BD3"/>
    <w:rsid w:val="0093503D"/>
    <w:rsid w:val="009374D1"/>
    <w:rsid w:val="009402A0"/>
    <w:rsid w:val="00940492"/>
    <w:rsid w:val="00942AAC"/>
    <w:rsid w:val="00944113"/>
    <w:rsid w:val="00945E70"/>
    <w:rsid w:val="009468BD"/>
    <w:rsid w:val="00946CED"/>
    <w:rsid w:val="009471DF"/>
    <w:rsid w:val="0094760F"/>
    <w:rsid w:val="009501CF"/>
    <w:rsid w:val="009519E2"/>
    <w:rsid w:val="00951CE7"/>
    <w:rsid w:val="009528D2"/>
    <w:rsid w:val="00954183"/>
    <w:rsid w:val="00955268"/>
    <w:rsid w:val="00956F4F"/>
    <w:rsid w:val="0096568B"/>
    <w:rsid w:val="0096753E"/>
    <w:rsid w:val="009718D6"/>
    <w:rsid w:val="00974485"/>
    <w:rsid w:val="009769F3"/>
    <w:rsid w:val="0097735E"/>
    <w:rsid w:val="00982632"/>
    <w:rsid w:val="00985800"/>
    <w:rsid w:val="00987C3E"/>
    <w:rsid w:val="00987D31"/>
    <w:rsid w:val="00990367"/>
    <w:rsid w:val="009905D8"/>
    <w:rsid w:val="00994B4B"/>
    <w:rsid w:val="00995A56"/>
    <w:rsid w:val="00997C62"/>
    <w:rsid w:val="009A05C9"/>
    <w:rsid w:val="009A2585"/>
    <w:rsid w:val="009A25C7"/>
    <w:rsid w:val="009A5C3B"/>
    <w:rsid w:val="009A70DA"/>
    <w:rsid w:val="009A72BF"/>
    <w:rsid w:val="009A76BF"/>
    <w:rsid w:val="009B172C"/>
    <w:rsid w:val="009B44C8"/>
    <w:rsid w:val="009B7AB8"/>
    <w:rsid w:val="009C1545"/>
    <w:rsid w:val="009C22F0"/>
    <w:rsid w:val="009C42B0"/>
    <w:rsid w:val="009C63F2"/>
    <w:rsid w:val="009D0D17"/>
    <w:rsid w:val="009D3878"/>
    <w:rsid w:val="009D3C28"/>
    <w:rsid w:val="009D4CA3"/>
    <w:rsid w:val="009D5DEF"/>
    <w:rsid w:val="009D69D1"/>
    <w:rsid w:val="009E0A1E"/>
    <w:rsid w:val="009E427C"/>
    <w:rsid w:val="009F1AF2"/>
    <w:rsid w:val="009F252E"/>
    <w:rsid w:val="009F43C3"/>
    <w:rsid w:val="009F7016"/>
    <w:rsid w:val="009F708A"/>
    <w:rsid w:val="00A0198B"/>
    <w:rsid w:val="00A024AA"/>
    <w:rsid w:val="00A032A1"/>
    <w:rsid w:val="00A03EFF"/>
    <w:rsid w:val="00A0492D"/>
    <w:rsid w:val="00A04DD4"/>
    <w:rsid w:val="00A1049F"/>
    <w:rsid w:val="00A1078E"/>
    <w:rsid w:val="00A121B2"/>
    <w:rsid w:val="00A134C1"/>
    <w:rsid w:val="00A17391"/>
    <w:rsid w:val="00A21A25"/>
    <w:rsid w:val="00A2315E"/>
    <w:rsid w:val="00A24474"/>
    <w:rsid w:val="00A30F4A"/>
    <w:rsid w:val="00A31A36"/>
    <w:rsid w:val="00A34D05"/>
    <w:rsid w:val="00A372BC"/>
    <w:rsid w:val="00A41A72"/>
    <w:rsid w:val="00A43BAE"/>
    <w:rsid w:val="00A45177"/>
    <w:rsid w:val="00A51C61"/>
    <w:rsid w:val="00A522AC"/>
    <w:rsid w:val="00A54E79"/>
    <w:rsid w:val="00A607E3"/>
    <w:rsid w:val="00A61116"/>
    <w:rsid w:val="00A637A7"/>
    <w:rsid w:val="00A640C1"/>
    <w:rsid w:val="00A6483B"/>
    <w:rsid w:val="00A65C8D"/>
    <w:rsid w:val="00A65F36"/>
    <w:rsid w:val="00A6644D"/>
    <w:rsid w:val="00A67A65"/>
    <w:rsid w:val="00A710C0"/>
    <w:rsid w:val="00A71A26"/>
    <w:rsid w:val="00A75E80"/>
    <w:rsid w:val="00A81EF8"/>
    <w:rsid w:val="00A85808"/>
    <w:rsid w:val="00A85B71"/>
    <w:rsid w:val="00A91EA6"/>
    <w:rsid w:val="00A95D0F"/>
    <w:rsid w:val="00AA1162"/>
    <w:rsid w:val="00AA1646"/>
    <w:rsid w:val="00AA37C2"/>
    <w:rsid w:val="00AA4518"/>
    <w:rsid w:val="00AA7053"/>
    <w:rsid w:val="00AB0737"/>
    <w:rsid w:val="00AB37C4"/>
    <w:rsid w:val="00AB3959"/>
    <w:rsid w:val="00AB56AB"/>
    <w:rsid w:val="00AC3726"/>
    <w:rsid w:val="00AC60BD"/>
    <w:rsid w:val="00AE02B8"/>
    <w:rsid w:val="00AE13A1"/>
    <w:rsid w:val="00AE3184"/>
    <w:rsid w:val="00AE3F7A"/>
    <w:rsid w:val="00AE7DFC"/>
    <w:rsid w:val="00AF19F5"/>
    <w:rsid w:val="00AF2DD8"/>
    <w:rsid w:val="00AF745E"/>
    <w:rsid w:val="00AF7B95"/>
    <w:rsid w:val="00AF7C79"/>
    <w:rsid w:val="00B0100C"/>
    <w:rsid w:val="00B02383"/>
    <w:rsid w:val="00B03E65"/>
    <w:rsid w:val="00B03F0D"/>
    <w:rsid w:val="00B040A0"/>
    <w:rsid w:val="00B055A5"/>
    <w:rsid w:val="00B07087"/>
    <w:rsid w:val="00B11F79"/>
    <w:rsid w:val="00B125A8"/>
    <w:rsid w:val="00B1486D"/>
    <w:rsid w:val="00B1731A"/>
    <w:rsid w:val="00B2222D"/>
    <w:rsid w:val="00B23382"/>
    <w:rsid w:val="00B23CB5"/>
    <w:rsid w:val="00B25A7B"/>
    <w:rsid w:val="00B3510D"/>
    <w:rsid w:val="00B3525D"/>
    <w:rsid w:val="00B403F6"/>
    <w:rsid w:val="00B40B4D"/>
    <w:rsid w:val="00B416C1"/>
    <w:rsid w:val="00B42651"/>
    <w:rsid w:val="00B427C9"/>
    <w:rsid w:val="00B43071"/>
    <w:rsid w:val="00B43784"/>
    <w:rsid w:val="00B454F0"/>
    <w:rsid w:val="00B5064E"/>
    <w:rsid w:val="00B540CA"/>
    <w:rsid w:val="00B5435E"/>
    <w:rsid w:val="00B555CD"/>
    <w:rsid w:val="00B55608"/>
    <w:rsid w:val="00B6096F"/>
    <w:rsid w:val="00B60A72"/>
    <w:rsid w:val="00B61305"/>
    <w:rsid w:val="00B6347F"/>
    <w:rsid w:val="00B6459C"/>
    <w:rsid w:val="00B70A69"/>
    <w:rsid w:val="00B72143"/>
    <w:rsid w:val="00B72B15"/>
    <w:rsid w:val="00B75B68"/>
    <w:rsid w:val="00B76151"/>
    <w:rsid w:val="00B805A1"/>
    <w:rsid w:val="00B81D2B"/>
    <w:rsid w:val="00B84234"/>
    <w:rsid w:val="00B84D64"/>
    <w:rsid w:val="00B87C1B"/>
    <w:rsid w:val="00B9192D"/>
    <w:rsid w:val="00B92C4E"/>
    <w:rsid w:val="00B947AB"/>
    <w:rsid w:val="00BA05F8"/>
    <w:rsid w:val="00BA07C5"/>
    <w:rsid w:val="00BA569E"/>
    <w:rsid w:val="00BA5756"/>
    <w:rsid w:val="00BA68A4"/>
    <w:rsid w:val="00BB2DF0"/>
    <w:rsid w:val="00BB7FA5"/>
    <w:rsid w:val="00BC0101"/>
    <w:rsid w:val="00BC0145"/>
    <w:rsid w:val="00BC1087"/>
    <w:rsid w:val="00BC1477"/>
    <w:rsid w:val="00BC1830"/>
    <w:rsid w:val="00BC2F3A"/>
    <w:rsid w:val="00BC6269"/>
    <w:rsid w:val="00BC771D"/>
    <w:rsid w:val="00BC7A42"/>
    <w:rsid w:val="00BD2B44"/>
    <w:rsid w:val="00BD6053"/>
    <w:rsid w:val="00BD7EE4"/>
    <w:rsid w:val="00BE0046"/>
    <w:rsid w:val="00BE323A"/>
    <w:rsid w:val="00BE596E"/>
    <w:rsid w:val="00BE70B2"/>
    <w:rsid w:val="00BF0111"/>
    <w:rsid w:val="00BF14F6"/>
    <w:rsid w:val="00BF22E7"/>
    <w:rsid w:val="00BF280E"/>
    <w:rsid w:val="00BF3518"/>
    <w:rsid w:val="00BF3E96"/>
    <w:rsid w:val="00BF4BB4"/>
    <w:rsid w:val="00BF4F1B"/>
    <w:rsid w:val="00BF528D"/>
    <w:rsid w:val="00BF6D44"/>
    <w:rsid w:val="00C04EC0"/>
    <w:rsid w:val="00C12CB1"/>
    <w:rsid w:val="00C14875"/>
    <w:rsid w:val="00C1492F"/>
    <w:rsid w:val="00C21087"/>
    <w:rsid w:val="00C21F4B"/>
    <w:rsid w:val="00C22573"/>
    <w:rsid w:val="00C2356B"/>
    <w:rsid w:val="00C27ABA"/>
    <w:rsid w:val="00C32956"/>
    <w:rsid w:val="00C32F89"/>
    <w:rsid w:val="00C3423D"/>
    <w:rsid w:val="00C354D2"/>
    <w:rsid w:val="00C36DDE"/>
    <w:rsid w:val="00C378F6"/>
    <w:rsid w:val="00C41980"/>
    <w:rsid w:val="00C42087"/>
    <w:rsid w:val="00C451DC"/>
    <w:rsid w:val="00C45C45"/>
    <w:rsid w:val="00C45FF3"/>
    <w:rsid w:val="00C51F28"/>
    <w:rsid w:val="00C57C40"/>
    <w:rsid w:val="00C57FBD"/>
    <w:rsid w:val="00C6167F"/>
    <w:rsid w:val="00C638B6"/>
    <w:rsid w:val="00C6662E"/>
    <w:rsid w:val="00C677C3"/>
    <w:rsid w:val="00C72FC8"/>
    <w:rsid w:val="00C7591A"/>
    <w:rsid w:val="00C7691E"/>
    <w:rsid w:val="00C778F1"/>
    <w:rsid w:val="00C8093D"/>
    <w:rsid w:val="00C85226"/>
    <w:rsid w:val="00C86BEF"/>
    <w:rsid w:val="00C90916"/>
    <w:rsid w:val="00C94815"/>
    <w:rsid w:val="00C94E5A"/>
    <w:rsid w:val="00C95029"/>
    <w:rsid w:val="00C97292"/>
    <w:rsid w:val="00C972EF"/>
    <w:rsid w:val="00C974E8"/>
    <w:rsid w:val="00CA4698"/>
    <w:rsid w:val="00CB48D0"/>
    <w:rsid w:val="00CB4E85"/>
    <w:rsid w:val="00CB6558"/>
    <w:rsid w:val="00CB6D6F"/>
    <w:rsid w:val="00CC32A4"/>
    <w:rsid w:val="00CC5598"/>
    <w:rsid w:val="00CD06CF"/>
    <w:rsid w:val="00CD11D2"/>
    <w:rsid w:val="00CD25EE"/>
    <w:rsid w:val="00CE2796"/>
    <w:rsid w:val="00CE4A4B"/>
    <w:rsid w:val="00CE4FE3"/>
    <w:rsid w:val="00CE72D6"/>
    <w:rsid w:val="00CE7386"/>
    <w:rsid w:val="00CF0C77"/>
    <w:rsid w:val="00CF43E7"/>
    <w:rsid w:val="00CF61F6"/>
    <w:rsid w:val="00CF656A"/>
    <w:rsid w:val="00D033FE"/>
    <w:rsid w:val="00D045BA"/>
    <w:rsid w:val="00D046C7"/>
    <w:rsid w:val="00D06FBF"/>
    <w:rsid w:val="00D12A87"/>
    <w:rsid w:val="00D12FC7"/>
    <w:rsid w:val="00D14E92"/>
    <w:rsid w:val="00D15A08"/>
    <w:rsid w:val="00D15E3C"/>
    <w:rsid w:val="00D17B13"/>
    <w:rsid w:val="00D20BE0"/>
    <w:rsid w:val="00D21B5F"/>
    <w:rsid w:val="00D22800"/>
    <w:rsid w:val="00D233D4"/>
    <w:rsid w:val="00D24DD6"/>
    <w:rsid w:val="00D251F5"/>
    <w:rsid w:val="00D256B1"/>
    <w:rsid w:val="00D26728"/>
    <w:rsid w:val="00D27FFD"/>
    <w:rsid w:val="00D31621"/>
    <w:rsid w:val="00D31902"/>
    <w:rsid w:val="00D31D70"/>
    <w:rsid w:val="00D32652"/>
    <w:rsid w:val="00D347DF"/>
    <w:rsid w:val="00D37490"/>
    <w:rsid w:val="00D37DF1"/>
    <w:rsid w:val="00D43C50"/>
    <w:rsid w:val="00D47D7C"/>
    <w:rsid w:val="00D500A2"/>
    <w:rsid w:val="00D507BA"/>
    <w:rsid w:val="00D528A4"/>
    <w:rsid w:val="00D52A88"/>
    <w:rsid w:val="00D540D2"/>
    <w:rsid w:val="00D548C4"/>
    <w:rsid w:val="00D54D10"/>
    <w:rsid w:val="00D56FAD"/>
    <w:rsid w:val="00D576E5"/>
    <w:rsid w:val="00D611A2"/>
    <w:rsid w:val="00D627AC"/>
    <w:rsid w:val="00D63CB6"/>
    <w:rsid w:val="00D6459F"/>
    <w:rsid w:val="00D67BC8"/>
    <w:rsid w:val="00D774E3"/>
    <w:rsid w:val="00D81D0D"/>
    <w:rsid w:val="00D82EF3"/>
    <w:rsid w:val="00D84F1E"/>
    <w:rsid w:val="00D854EF"/>
    <w:rsid w:val="00D867EF"/>
    <w:rsid w:val="00D906F1"/>
    <w:rsid w:val="00D9094E"/>
    <w:rsid w:val="00D90AB2"/>
    <w:rsid w:val="00D91859"/>
    <w:rsid w:val="00D92B15"/>
    <w:rsid w:val="00D936DD"/>
    <w:rsid w:val="00D949B2"/>
    <w:rsid w:val="00D966FE"/>
    <w:rsid w:val="00DA075A"/>
    <w:rsid w:val="00DA2C25"/>
    <w:rsid w:val="00DA38C0"/>
    <w:rsid w:val="00DA3EE4"/>
    <w:rsid w:val="00DA4FCF"/>
    <w:rsid w:val="00DA5E1D"/>
    <w:rsid w:val="00DA7D9B"/>
    <w:rsid w:val="00DB32AC"/>
    <w:rsid w:val="00DB3A5A"/>
    <w:rsid w:val="00DB68AD"/>
    <w:rsid w:val="00DC0E2D"/>
    <w:rsid w:val="00DC5959"/>
    <w:rsid w:val="00DC6239"/>
    <w:rsid w:val="00DC7B3C"/>
    <w:rsid w:val="00DD2036"/>
    <w:rsid w:val="00DD3D8E"/>
    <w:rsid w:val="00DD7489"/>
    <w:rsid w:val="00DE1E9A"/>
    <w:rsid w:val="00DE2D2E"/>
    <w:rsid w:val="00DE334B"/>
    <w:rsid w:val="00DE4BC1"/>
    <w:rsid w:val="00DE5069"/>
    <w:rsid w:val="00DF035E"/>
    <w:rsid w:val="00DF076F"/>
    <w:rsid w:val="00DF246A"/>
    <w:rsid w:val="00DF4313"/>
    <w:rsid w:val="00DF529A"/>
    <w:rsid w:val="00DF5BFB"/>
    <w:rsid w:val="00DF6338"/>
    <w:rsid w:val="00E02361"/>
    <w:rsid w:val="00E02FD2"/>
    <w:rsid w:val="00E12CB2"/>
    <w:rsid w:val="00E1575A"/>
    <w:rsid w:val="00E240ED"/>
    <w:rsid w:val="00E2574B"/>
    <w:rsid w:val="00E26B69"/>
    <w:rsid w:val="00E31E8E"/>
    <w:rsid w:val="00E32A34"/>
    <w:rsid w:val="00E34369"/>
    <w:rsid w:val="00E34C95"/>
    <w:rsid w:val="00E40D82"/>
    <w:rsid w:val="00E44C07"/>
    <w:rsid w:val="00E45215"/>
    <w:rsid w:val="00E45CFB"/>
    <w:rsid w:val="00E47CA2"/>
    <w:rsid w:val="00E504AB"/>
    <w:rsid w:val="00E51C11"/>
    <w:rsid w:val="00E51CC8"/>
    <w:rsid w:val="00E534AC"/>
    <w:rsid w:val="00E55732"/>
    <w:rsid w:val="00E56774"/>
    <w:rsid w:val="00E56921"/>
    <w:rsid w:val="00E63559"/>
    <w:rsid w:val="00E63E7C"/>
    <w:rsid w:val="00E70A5F"/>
    <w:rsid w:val="00E712B3"/>
    <w:rsid w:val="00E72B50"/>
    <w:rsid w:val="00E74525"/>
    <w:rsid w:val="00E80820"/>
    <w:rsid w:val="00E8242A"/>
    <w:rsid w:val="00E84646"/>
    <w:rsid w:val="00E84803"/>
    <w:rsid w:val="00E86C24"/>
    <w:rsid w:val="00E872F1"/>
    <w:rsid w:val="00E90F3A"/>
    <w:rsid w:val="00E91B16"/>
    <w:rsid w:val="00E91CF1"/>
    <w:rsid w:val="00E956F9"/>
    <w:rsid w:val="00E97774"/>
    <w:rsid w:val="00E97779"/>
    <w:rsid w:val="00EA0358"/>
    <w:rsid w:val="00EA0DF8"/>
    <w:rsid w:val="00EA13ED"/>
    <w:rsid w:val="00EA38F5"/>
    <w:rsid w:val="00EA7B16"/>
    <w:rsid w:val="00EB1269"/>
    <w:rsid w:val="00EB234C"/>
    <w:rsid w:val="00EB3EFF"/>
    <w:rsid w:val="00EB4068"/>
    <w:rsid w:val="00EB695A"/>
    <w:rsid w:val="00EC0CC7"/>
    <w:rsid w:val="00EC101D"/>
    <w:rsid w:val="00EC691E"/>
    <w:rsid w:val="00EC70AF"/>
    <w:rsid w:val="00ED0A12"/>
    <w:rsid w:val="00ED24E7"/>
    <w:rsid w:val="00ED30CE"/>
    <w:rsid w:val="00ED45BD"/>
    <w:rsid w:val="00ED5262"/>
    <w:rsid w:val="00EE3DC8"/>
    <w:rsid w:val="00EF01F0"/>
    <w:rsid w:val="00EF0353"/>
    <w:rsid w:val="00EF254F"/>
    <w:rsid w:val="00EF319E"/>
    <w:rsid w:val="00F02C65"/>
    <w:rsid w:val="00F02ECA"/>
    <w:rsid w:val="00F03955"/>
    <w:rsid w:val="00F03E96"/>
    <w:rsid w:val="00F057F1"/>
    <w:rsid w:val="00F071FE"/>
    <w:rsid w:val="00F11144"/>
    <w:rsid w:val="00F12D1D"/>
    <w:rsid w:val="00F15C23"/>
    <w:rsid w:val="00F166CA"/>
    <w:rsid w:val="00F20452"/>
    <w:rsid w:val="00F205A7"/>
    <w:rsid w:val="00F209E1"/>
    <w:rsid w:val="00F213BC"/>
    <w:rsid w:val="00F21B77"/>
    <w:rsid w:val="00F2214D"/>
    <w:rsid w:val="00F22C4D"/>
    <w:rsid w:val="00F24ACE"/>
    <w:rsid w:val="00F25A15"/>
    <w:rsid w:val="00F26FA7"/>
    <w:rsid w:val="00F31EC8"/>
    <w:rsid w:val="00F3407E"/>
    <w:rsid w:val="00F41F13"/>
    <w:rsid w:val="00F45A68"/>
    <w:rsid w:val="00F46ED6"/>
    <w:rsid w:val="00F50DE4"/>
    <w:rsid w:val="00F5686C"/>
    <w:rsid w:val="00F56C4B"/>
    <w:rsid w:val="00F6048D"/>
    <w:rsid w:val="00F6162C"/>
    <w:rsid w:val="00F6176C"/>
    <w:rsid w:val="00F628B2"/>
    <w:rsid w:val="00F67B9C"/>
    <w:rsid w:val="00F702AB"/>
    <w:rsid w:val="00F71228"/>
    <w:rsid w:val="00F71BF7"/>
    <w:rsid w:val="00F74304"/>
    <w:rsid w:val="00F7638D"/>
    <w:rsid w:val="00F7672E"/>
    <w:rsid w:val="00F80A9B"/>
    <w:rsid w:val="00F80EA9"/>
    <w:rsid w:val="00F82FEF"/>
    <w:rsid w:val="00F87251"/>
    <w:rsid w:val="00F87401"/>
    <w:rsid w:val="00F907A4"/>
    <w:rsid w:val="00F94FD9"/>
    <w:rsid w:val="00F957A2"/>
    <w:rsid w:val="00FA0F8E"/>
    <w:rsid w:val="00FA14DC"/>
    <w:rsid w:val="00FA1518"/>
    <w:rsid w:val="00FA609B"/>
    <w:rsid w:val="00FA6159"/>
    <w:rsid w:val="00FB0502"/>
    <w:rsid w:val="00FB0982"/>
    <w:rsid w:val="00FB1A85"/>
    <w:rsid w:val="00FB38E7"/>
    <w:rsid w:val="00FB3A62"/>
    <w:rsid w:val="00FB4EC0"/>
    <w:rsid w:val="00FB6505"/>
    <w:rsid w:val="00FC00B5"/>
    <w:rsid w:val="00FC0B0E"/>
    <w:rsid w:val="00FC19DB"/>
    <w:rsid w:val="00FC27C7"/>
    <w:rsid w:val="00FC2ED2"/>
    <w:rsid w:val="00FC63CE"/>
    <w:rsid w:val="00FC6DDE"/>
    <w:rsid w:val="00FD03AC"/>
    <w:rsid w:val="00FD09A0"/>
    <w:rsid w:val="00FD140F"/>
    <w:rsid w:val="00FD20E2"/>
    <w:rsid w:val="00FD48AE"/>
    <w:rsid w:val="00FD4CF6"/>
    <w:rsid w:val="00FD75DE"/>
    <w:rsid w:val="00FD7D3A"/>
    <w:rsid w:val="00FE1237"/>
    <w:rsid w:val="00FE228A"/>
    <w:rsid w:val="00FE4A79"/>
    <w:rsid w:val="00FE5376"/>
    <w:rsid w:val="00FE5590"/>
    <w:rsid w:val="00FE5E77"/>
    <w:rsid w:val="00FE6535"/>
    <w:rsid w:val="00FF2651"/>
    <w:rsid w:val="00FF2714"/>
    <w:rsid w:val="00FF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DDD"/>
    <w:rPr>
      <w:sz w:val="24"/>
    </w:rPr>
  </w:style>
  <w:style w:type="paragraph" w:styleId="Heading1">
    <w:name w:val="heading 1"/>
    <w:basedOn w:val="Normal"/>
    <w:next w:val="ParagraphText"/>
    <w:link w:val="Heading1Char"/>
    <w:uiPriority w:val="9"/>
    <w:qFormat/>
    <w:rsid w:val="00711D25"/>
    <w:pPr>
      <w:keepNext/>
      <w:keepLines/>
      <w:pBdr>
        <w:bottom w:val="thickThinMediumGap" w:sz="24" w:space="1" w:color="17365D" w:themeColor="text2" w:themeShade="BF"/>
      </w:pBdr>
      <w:spacing w:before="240" w:after="240"/>
      <w:outlineLvl w:val="0"/>
    </w:pPr>
    <w:rPr>
      <w:rFonts w:asciiTheme="majorHAnsi" w:eastAsiaTheme="majorEastAsia" w:hAnsiTheme="majorHAnsi" w:cstheme="majorBidi"/>
      <w:color w:val="17365D" w:themeColor="text2" w:themeShade="BF"/>
      <w:sz w:val="48"/>
      <w:szCs w:val="32"/>
    </w:rPr>
  </w:style>
  <w:style w:type="paragraph" w:styleId="Heading2">
    <w:name w:val="heading 2"/>
    <w:basedOn w:val="Normal"/>
    <w:next w:val="ParagraphText"/>
    <w:link w:val="Heading2Char"/>
    <w:uiPriority w:val="9"/>
    <w:unhideWhenUsed/>
    <w:qFormat/>
    <w:rsid w:val="00AC3726"/>
    <w:pPr>
      <w:keepNext/>
      <w:keepLines/>
      <w:spacing w:before="40" w:after="24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26"/>
    </w:rPr>
  </w:style>
  <w:style w:type="paragraph" w:styleId="Heading3">
    <w:name w:val="heading 3"/>
    <w:basedOn w:val="Normal"/>
    <w:next w:val="ParagraphText"/>
    <w:link w:val="Heading3Char"/>
    <w:uiPriority w:val="9"/>
    <w:unhideWhenUsed/>
    <w:qFormat/>
    <w:rsid w:val="00AC3726"/>
    <w:pPr>
      <w:keepNext/>
      <w:keepLines/>
      <w:spacing w:before="40" w:after="2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8"/>
      <w:szCs w:val="24"/>
    </w:rPr>
  </w:style>
  <w:style w:type="paragraph" w:styleId="Heading4">
    <w:name w:val="heading 4"/>
    <w:basedOn w:val="Normal"/>
    <w:next w:val="ParagraphText"/>
    <w:link w:val="Heading4Char"/>
    <w:uiPriority w:val="9"/>
    <w:unhideWhenUsed/>
    <w:qFormat/>
    <w:rsid w:val="00AC3726"/>
    <w:pPr>
      <w:keepNext/>
      <w:keepLines/>
      <w:spacing w:before="40" w:after="2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8"/>
    </w:rPr>
  </w:style>
  <w:style w:type="paragraph" w:styleId="Heading5">
    <w:name w:val="heading 5"/>
    <w:basedOn w:val="Normal"/>
    <w:next w:val="ParagraphText"/>
    <w:link w:val="Heading5Char"/>
    <w:uiPriority w:val="9"/>
    <w:semiHidden/>
    <w:unhideWhenUsed/>
    <w:qFormat/>
    <w:rsid w:val="00920DD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ParagraphText"/>
    <w:link w:val="Heading6Char"/>
    <w:uiPriority w:val="9"/>
    <w:semiHidden/>
    <w:unhideWhenUsed/>
    <w:qFormat/>
    <w:rsid w:val="00920DD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ParagraphText"/>
    <w:link w:val="Heading7Char"/>
    <w:uiPriority w:val="9"/>
    <w:semiHidden/>
    <w:unhideWhenUsed/>
    <w:qFormat/>
    <w:rsid w:val="00920DD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ParagraphText"/>
    <w:link w:val="Heading8Char"/>
    <w:uiPriority w:val="9"/>
    <w:semiHidden/>
    <w:unhideWhenUsed/>
    <w:qFormat/>
    <w:rsid w:val="00920DD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ParagraphText"/>
    <w:link w:val="Heading9Char"/>
    <w:uiPriority w:val="9"/>
    <w:semiHidden/>
    <w:unhideWhenUsed/>
    <w:qFormat/>
    <w:rsid w:val="00920DD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42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4234"/>
  </w:style>
  <w:style w:type="paragraph" w:styleId="Footer">
    <w:name w:val="footer"/>
    <w:basedOn w:val="Normal"/>
    <w:link w:val="FooterChar"/>
    <w:uiPriority w:val="99"/>
    <w:unhideWhenUsed/>
    <w:rsid w:val="00B842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4234"/>
  </w:style>
  <w:style w:type="paragraph" w:customStyle="1" w:styleId="ChapterHeading1">
    <w:name w:val="Chapter Heading 1"/>
    <w:basedOn w:val="Heading1"/>
    <w:next w:val="ParagraphText"/>
    <w:link w:val="ChapterHeading1Char"/>
    <w:qFormat/>
    <w:rsid w:val="005A4708"/>
    <w:pPr>
      <w:pageBreakBefore/>
      <w:numPr>
        <w:numId w:val="2"/>
      </w:numPr>
      <w:spacing w:after="480"/>
    </w:pPr>
  </w:style>
  <w:style w:type="paragraph" w:customStyle="1" w:styleId="AppendixHeading1">
    <w:name w:val="Appendix Heading 1"/>
    <w:basedOn w:val="Heading1"/>
    <w:next w:val="ParagraphText"/>
    <w:link w:val="AppendixHeading1Char"/>
    <w:qFormat/>
    <w:rsid w:val="00857D6C"/>
    <w:pPr>
      <w:pageBreakBefore/>
      <w:numPr>
        <w:ilvl w:val="8"/>
        <w:numId w:val="2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711D25"/>
    <w:rPr>
      <w:rFonts w:asciiTheme="majorHAnsi" w:eastAsiaTheme="majorEastAsia" w:hAnsiTheme="majorHAnsi" w:cstheme="majorBidi"/>
      <w:color w:val="17365D" w:themeColor="text2" w:themeShade="BF"/>
      <w:sz w:val="48"/>
      <w:szCs w:val="32"/>
    </w:rPr>
  </w:style>
  <w:style w:type="character" w:customStyle="1" w:styleId="ChapterHeading1Char">
    <w:name w:val="Chapter Heading 1 Char"/>
    <w:basedOn w:val="Heading1Char"/>
    <w:link w:val="ChapterHeading1"/>
    <w:rsid w:val="005A4708"/>
    <w:rPr>
      <w:rFonts w:asciiTheme="majorHAnsi" w:eastAsiaTheme="majorEastAsia" w:hAnsiTheme="majorHAnsi" w:cstheme="majorBidi"/>
      <w:color w:val="17365D" w:themeColor="text2" w:themeShade="BF"/>
      <w:sz w:val="48"/>
      <w:szCs w:val="32"/>
    </w:rPr>
  </w:style>
  <w:style w:type="paragraph" w:customStyle="1" w:styleId="MyHeading1">
    <w:name w:val="My Heading 1"/>
    <w:basedOn w:val="Normal"/>
    <w:rsid w:val="00990367"/>
  </w:style>
  <w:style w:type="character" w:customStyle="1" w:styleId="AppendixHeading1Char">
    <w:name w:val="Appendix Heading 1 Char"/>
    <w:basedOn w:val="Heading1Char"/>
    <w:link w:val="AppendixHeading1"/>
    <w:rsid w:val="00857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MyHeading9">
    <w:name w:val="My Heading 9"/>
    <w:basedOn w:val="Normal"/>
    <w:rsid w:val="00990367"/>
    <w:pPr>
      <w:numPr>
        <w:ilvl w:val="8"/>
        <w:numId w:val="1"/>
      </w:numPr>
    </w:pPr>
  </w:style>
  <w:style w:type="paragraph" w:customStyle="1" w:styleId="Figure">
    <w:name w:val="Figure"/>
    <w:basedOn w:val="Normal"/>
    <w:next w:val="ParagraphText"/>
    <w:link w:val="FigureChar"/>
    <w:qFormat/>
    <w:rsid w:val="00990367"/>
    <w:pPr>
      <w:keepNext/>
      <w:spacing w:after="120"/>
      <w:jc w:val="center"/>
    </w:pPr>
    <w:rPr>
      <w:noProof/>
    </w:rPr>
  </w:style>
  <w:style w:type="paragraph" w:styleId="Caption">
    <w:name w:val="caption"/>
    <w:basedOn w:val="Normal"/>
    <w:next w:val="ParagraphText"/>
    <w:uiPriority w:val="35"/>
    <w:unhideWhenUsed/>
    <w:qFormat/>
    <w:rsid w:val="00B81D2B"/>
    <w:pPr>
      <w:spacing w:before="240" w:after="240" w:line="240" w:lineRule="auto"/>
    </w:pPr>
    <w:rPr>
      <w:b/>
      <w:i/>
      <w:iCs/>
      <w:color w:val="1F497D" w:themeColor="text2"/>
      <w:sz w:val="22"/>
      <w:szCs w:val="18"/>
    </w:rPr>
  </w:style>
  <w:style w:type="character" w:customStyle="1" w:styleId="FigureChar">
    <w:name w:val="Figure Char"/>
    <w:basedOn w:val="DefaultParagraphFont"/>
    <w:link w:val="Figure"/>
    <w:rsid w:val="00990367"/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B1486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9040B6"/>
    <w:pPr>
      <w:tabs>
        <w:tab w:val="right" w:leader="dot" w:pos="9350"/>
      </w:tabs>
      <w:spacing w:after="0" w:line="360" w:lineRule="auto"/>
    </w:pPr>
  </w:style>
  <w:style w:type="character" w:styleId="Hyperlink">
    <w:name w:val="Hyperlink"/>
    <w:basedOn w:val="DefaultParagraphFont"/>
    <w:uiPriority w:val="99"/>
    <w:unhideWhenUsed/>
    <w:rsid w:val="00B1486D"/>
    <w:rPr>
      <w:color w:val="0000FF" w:themeColor="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9040B6"/>
    <w:pPr>
      <w:spacing w:after="0" w:line="360" w:lineRule="auto"/>
    </w:pPr>
  </w:style>
  <w:style w:type="paragraph" w:styleId="ListParagraph">
    <w:name w:val="List Paragraph"/>
    <w:basedOn w:val="Normal"/>
    <w:uiPriority w:val="34"/>
    <w:qFormat/>
    <w:rsid w:val="00ED24E7"/>
    <w:pPr>
      <w:ind w:left="720"/>
      <w:contextualSpacing/>
    </w:pPr>
  </w:style>
  <w:style w:type="paragraph" w:styleId="NoSpacing">
    <w:name w:val="No Spacing"/>
    <w:uiPriority w:val="1"/>
    <w:qFormat/>
    <w:rsid w:val="00ED24E7"/>
    <w:pPr>
      <w:spacing w:after="0" w:line="240" w:lineRule="auto"/>
    </w:pPr>
  </w:style>
  <w:style w:type="table" w:styleId="TableGrid">
    <w:name w:val="Table Grid"/>
    <w:basedOn w:val="TableNormal"/>
    <w:uiPriority w:val="59"/>
    <w:rsid w:val="007F4E7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B56A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56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B56AB"/>
    <w:rPr>
      <w:vertAlign w:val="superscript"/>
    </w:rPr>
  </w:style>
  <w:style w:type="paragraph" w:customStyle="1" w:styleId="IndexTerms">
    <w:name w:val="Index Terms"/>
    <w:basedOn w:val="Normal"/>
    <w:next w:val="ParagraphText"/>
    <w:link w:val="IndexTermsChar"/>
    <w:qFormat/>
    <w:rsid w:val="003B275A"/>
    <w:pPr>
      <w:spacing w:line="360" w:lineRule="auto"/>
    </w:pPr>
    <w:rPr>
      <w:i/>
    </w:rPr>
  </w:style>
  <w:style w:type="paragraph" w:styleId="Title">
    <w:name w:val="Title"/>
    <w:basedOn w:val="Normal"/>
    <w:next w:val="Normal"/>
    <w:link w:val="TitleChar"/>
    <w:uiPriority w:val="10"/>
    <w:qFormat/>
    <w:rsid w:val="00A134C1"/>
    <w:pPr>
      <w:spacing w:before="960" w:after="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character" w:customStyle="1" w:styleId="IndexTermsChar">
    <w:name w:val="Index Terms Char"/>
    <w:basedOn w:val="DefaultParagraphFont"/>
    <w:link w:val="IndexTerms"/>
    <w:rsid w:val="003B275A"/>
    <w:rPr>
      <w:i/>
      <w:sz w:val="24"/>
    </w:rPr>
  </w:style>
  <w:style w:type="character" w:customStyle="1" w:styleId="TitleChar">
    <w:name w:val="Title Char"/>
    <w:basedOn w:val="DefaultParagraphFont"/>
    <w:link w:val="Title"/>
    <w:uiPriority w:val="10"/>
    <w:rsid w:val="00A134C1"/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AC3726"/>
    <w:rPr>
      <w:rFonts w:asciiTheme="majorHAnsi" w:eastAsiaTheme="majorEastAsia" w:hAnsiTheme="majorHAnsi" w:cstheme="majorBidi"/>
      <w:color w:val="365F91" w:themeColor="accent1" w:themeShade="BF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C3726"/>
    <w:rPr>
      <w:rFonts w:asciiTheme="majorHAnsi" w:eastAsiaTheme="majorEastAsia" w:hAnsiTheme="majorHAnsi" w:cstheme="majorBidi"/>
      <w:color w:val="243F60" w:themeColor="accent1" w:themeShade="7F"/>
      <w:sz w:val="28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D949B2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D949B2"/>
    <w:pPr>
      <w:spacing w:after="100"/>
      <w:ind w:left="480"/>
    </w:pPr>
  </w:style>
  <w:style w:type="paragraph" w:customStyle="1" w:styleId="AbstractText">
    <w:name w:val="Abstract Text"/>
    <w:basedOn w:val="Normal"/>
    <w:next w:val="Normal"/>
    <w:link w:val="AbstractTextChar"/>
    <w:qFormat/>
    <w:rsid w:val="003B275A"/>
    <w:pPr>
      <w:spacing w:line="360" w:lineRule="auto"/>
      <w:ind w:left="360"/>
    </w:pPr>
  </w:style>
  <w:style w:type="paragraph" w:customStyle="1" w:styleId="ParagraphText">
    <w:name w:val="Paragraph Text"/>
    <w:basedOn w:val="Normal"/>
    <w:link w:val="ParagraphTextChar"/>
    <w:qFormat/>
    <w:rsid w:val="00D12FC7"/>
    <w:pPr>
      <w:spacing w:after="0" w:line="480" w:lineRule="auto"/>
      <w:ind w:firstLine="720"/>
    </w:pPr>
  </w:style>
  <w:style w:type="character" w:customStyle="1" w:styleId="AbstractTextChar">
    <w:name w:val="Abstract Text Char"/>
    <w:basedOn w:val="DefaultParagraphFont"/>
    <w:link w:val="AbstractText"/>
    <w:rsid w:val="003B275A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4B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ParagraphTextChar">
    <w:name w:val="Paragraph Text Char"/>
    <w:basedOn w:val="DefaultParagraphFont"/>
    <w:link w:val="ParagraphText"/>
    <w:rsid w:val="00D12FC7"/>
    <w:rPr>
      <w:sz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4BB4"/>
    <w:rPr>
      <w:rFonts w:ascii="Segoe UI" w:hAnsi="Segoe UI" w:cs="Segoe UI"/>
      <w:sz w:val="18"/>
      <w:szCs w:val="18"/>
    </w:rPr>
  </w:style>
  <w:style w:type="paragraph" w:customStyle="1" w:styleId="Heading2Bar">
    <w:name w:val="Heading 2 Bar"/>
    <w:basedOn w:val="Heading2"/>
    <w:next w:val="ParagraphText"/>
    <w:link w:val="Heading2BarChar"/>
    <w:qFormat/>
    <w:rsid w:val="00FA1518"/>
    <w:pPr>
      <w:pBdr>
        <w:top w:val="single" w:sz="4" w:space="1" w:color="4F81BD" w:themeColor="accent1"/>
      </w:pBdr>
    </w:pPr>
  </w:style>
  <w:style w:type="character" w:customStyle="1" w:styleId="Heading4Char">
    <w:name w:val="Heading 4 Char"/>
    <w:basedOn w:val="DefaultParagraphFont"/>
    <w:link w:val="Heading4"/>
    <w:uiPriority w:val="9"/>
    <w:rsid w:val="00AC3726"/>
    <w:rPr>
      <w:rFonts w:asciiTheme="majorHAnsi" w:eastAsiaTheme="majorEastAsia" w:hAnsiTheme="majorHAnsi" w:cstheme="majorBidi"/>
      <w:i/>
      <w:iCs/>
      <w:color w:val="365F91" w:themeColor="accent1" w:themeShade="BF"/>
      <w:sz w:val="28"/>
    </w:rPr>
  </w:style>
  <w:style w:type="character" w:customStyle="1" w:styleId="Heading2BarChar">
    <w:name w:val="Heading 2 Bar Char"/>
    <w:basedOn w:val="Heading2Char"/>
    <w:link w:val="Heading2Bar"/>
    <w:rsid w:val="00FA1518"/>
    <w:rPr>
      <w:rFonts w:asciiTheme="majorHAnsi" w:eastAsiaTheme="majorEastAsia" w:hAnsiTheme="majorHAnsi" w:cstheme="majorBidi"/>
      <w:color w:val="365F91" w:themeColor="accent1" w:themeShade="BF"/>
      <w:sz w:val="28"/>
      <w:szCs w:val="26"/>
    </w:rPr>
  </w:style>
  <w:style w:type="paragraph" w:customStyle="1" w:styleId="EndNoteBibliographyTitle">
    <w:name w:val="EndNote Bibliography Title"/>
    <w:basedOn w:val="Normal"/>
    <w:link w:val="EndNoteBibliographyTitleChar"/>
    <w:rsid w:val="00FD7D3A"/>
    <w:pPr>
      <w:spacing w:after="0"/>
      <w:jc w:val="center"/>
    </w:pPr>
    <w:rPr>
      <w:rFonts w:ascii="Times New Roman" w:hAnsi="Times New Roman" w:cs="Times New Roman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D7D3A"/>
    <w:rPr>
      <w:rFonts w:ascii="Times New Roman" w:hAnsi="Times New Roman" w:cs="Times New Roman"/>
      <w:noProof/>
      <w:sz w:val="24"/>
    </w:rPr>
  </w:style>
  <w:style w:type="paragraph" w:customStyle="1" w:styleId="EndNoteBibliography">
    <w:name w:val="EndNote Bibliography"/>
    <w:basedOn w:val="Normal"/>
    <w:link w:val="EndNoteBibliographyChar"/>
    <w:rsid w:val="00FD7D3A"/>
    <w:pPr>
      <w:spacing w:line="360" w:lineRule="auto"/>
    </w:pPr>
    <w:rPr>
      <w:rFonts w:ascii="Times New Roman" w:hAnsi="Times New Roman" w:cs="Times New Roman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D7D3A"/>
    <w:rPr>
      <w:rFonts w:ascii="Times New Roman" w:hAnsi="Times New Roman" w:cs="Times New Roman"/>
      <w:noProof/>
      <w:sz w:val="24"/>
    </w:rPr>
  </w:style>
  <w:style w:type="paragraph" w:customStyle="1" w:styleId="IEEEBibliography">
    <w:name w:val="IEEE Bibliography"/>
    <w:basedOn w:val="Normal"/>
    <w:link w:val="IEEEBibliographyChar"/>
    <w:qFormat/>
    <w:rsid w:val="00C90916"/>
    <w:pPr>
      <w:ind w:left="540" w:hanging="540"/>
    </w:pPr>
    <w:rPr>
      <w:rFonts w:ascii="Times New Roman" w:hAnsi="Times New Roman" w:cs="Times New Roman"/>
      <w:noProof/>
    </w:rPr>
  </w:style>
  <w:style w:type="character" w:customStyle="1" w:styleId="IEEEBibliographyChar">
    <w:name w:val="IEEE Bibliography Char"/>
    <w:basedOn w:val="DefaultParagraphFont"/>
    <w:link w:val="IEEEBibliography"/>
    <w:rsid w:val="00C90916"/>
    <w:rPr>
      <w:rFonts w:ascii="Times New Roman" w:hAnsi="Times New Roman" w:cs="Times New Roman"/>
      <w:noProof/>
      <w:sz w:val="24"/>
    </w:rPr>
  </w:style>
  <w:style w:type="paragraph" w:customStyle="1" w:styleId="CSCourseDescriptionTitle">
    <w:name w:val="CS Course Description Title"/>
    <w:basedOn w:val="Normal"/>
    <w:next w:val="Normal"/>
    <w:link w:val="CSCourseDescriptionTitleChar"/>
    <w:rsid w:val="0027764F"/>
    <w:pPr>
      <w:spacing w:before="600"/>
      <w:jc w:val="center"/>
    </w:pPr>
    <w:rPr>
      <w:smallCaps/>
      <w:sz w:val="32"/>
    </w:rPr>
  </w:style>
  <w:style w:type="paragraph" w:customStyle="1" w:styleId="CSReportDate">
    <w:name w:val="CS Report Date"/>
    <w:basedOn w:val="Normal"/>
    <w:next w:val="Normal"/>
    <w:link w:val="CSReportDateChar"/>
    <w:rsid w:val="0027764F"/>
    <w:pPr>
      <w:jc w:val="center"/>
    </w:pPr>
  </w:style>
  <w:style w:type="character" w:customStyle="1" w:styleId="CSCourseDescriptionTitleChar">
    <w:name w:val="CS Course Description Title Char"/>
    <w:basedOn w:val="DefaultParagraphFont"/>
    <w:link w:val="CSCourseDescriptionTitle"/>
    <w:rsid w:val="0027764F"/>
    <w:rPr>
      <w:smallCaps/>
      <w:sz w:val="32"/>
    </w:rPr>
  </w:style>
  <w:style w:type="paragraph" w:customStyle="1" w:styleId="CSSectionTitle">
    <w:name w:val="CS Section Title"/>
    <w:basedOn w:val="Normal"/>
    <w:next w:val="Normal"/>
    <w:link w:val="CSSectionTitleChar"/>
    <w:rsid w:val="003772E1"/>
    <w:pPr>
      <w:spacing w:before="600"/>
      <w:jc w:val="center"/>
    </w:pPr>
  </w:style>
  <w:style w:type="character" w:customStyle="1" w:styleId="CSReportDateChar">
    <w:name w:val="CS Report Date Char"/>
    <w:basedOn w:val="DefaultParagraphFont"/>
    <w:link w:val="CSReportDate"/>
    <w:rsid w:val="0027764F"/>
    <w:rPr>
      <w:sz w:val="24"/>
    </w:rPr>
  </w:style>
  <w:style w:type="paragraph" w:customStyle="1" w:styleId="CSReportContributor">
    <w:name w:val="CS Report Contributor"/>
    <w:basedOn w:val="Normal"/>
    <w:link w:val="CSReportContributorChar"/>
    <w:rsid w:val="00DC7B3C"/>
    <w:pPr>
      <w:spacing w:after="0" w:line="288" w:lineRule="auto"/>
      <w:contextualSpacing/>
      <w:jc w:val="center"/>
    </w:pPr>
    <w:rPr>
      <w:sz w:val="28"/>
    </w:rPr>
  </w:style>
  <w:style w:type="character" w:customStyle="1" w:styleId="CSSectionTitleChar">
    <w:name w:val="CS Section Title Char"/>
    <w:basedOn w:val="DefaultParagraphFont"/>
    <w:link w:val="CSSectionTitle"/>
    <w:rsid w:val="003772E1"/>
    <w:rPr>
      <w:sz w:val="24"/>
    </w:rPr>
  </w:style>
  <w:style w:type="paragraph" w:customStyle="1" w:styleId="CSAdvisorName">
    <w:name w:val="CS Advisor Name"/>
    <w:basedOn w:val="Normal"/>
    <w:next w:val="CSAdvisorEmployer"/>
    <w:link w:val="CSAdvisorNameChar"/>
    <w:rsid w:val="00A31A36"/>
    <w:pPr>
      <w:spacing w:after="0"/>
      <w:contextualSpacing/>
      <w:jc w:val="center"/>
    </w:pPr>
    <w:rPr>
      <w:sz w:val="28"/>
    </w:rPr>
  </w:style>
  <w:style w:type="character" w:customStyle="1" w:styleId="CSReportContributorChar">
    <w:name w:val="CS Report Contributor Char"/>
    <w:basedOn w:val="DefaultParagraphFont"/>
    <w:link w:val="CSReportContributor"/>
    <w:rsid w:val="00DC7B3C"/>
    <w:rPr>
      <w:sz w:val="28"/>
    </w:rPr>
  </w:style>
  <w:style w:type="paragraph" w:customStyle="1" w:styleId="CSCourseInstructor">
    <w:name w:val="CS Course Instructor"/>
    <w:basedOn w:val="Normal"/>
    <w:next w:val="Normal"/>
    <w:link w:val="CSCourseInstructorChar"/>
    <w:rsid w:val="0050737F"/>
    <w:pPr>
      <w:jc w:val="center"/>
    </w:pPr>
  </w:style>
  <w:style w:type="character" w:customStyle="1" w:styleId="CSAdvisorNameChar">
    <w:name w:val="CS Advisor Name Char"/>
    <w:basedOn w:val="DefaultParagraphFont"/>
    <w:link w:val="CSAdvisorName"/>
    <w:rsid w:val="00A31A36"/>
    <w:rPr>
      <w:sz w:val="28"/>
    </w:rPr>
  </w:style>
  <w:style w:type="paragraph" w:customStyle="1" w:styleId="CSProjectTitle">
    <w:name w:val="CS Project Title"/>
    <w:basedOn w:val="Title"/>
    <w:next w:val="Normal"/>
    <w:link w:val="CSProjectTitleChar"/>
    <w:rsid w:val="006E4ED9"/>
  </w:style>
  <w:style w:type="character" w:customStyle="1" w:styleId="CSCourseInstructorChar">
    <w:name w:val="CS Course Instructor Char"/>
    <w:basedOn w:val="DefaultParagraphFont"/>
    <w:link w:val="CSCourseInstructor"/>
    <w:rsid w:val="0050737F"/>
    <w:rPr>
      <w:sz w:val="24"/>
    </w:rPr>
  </w:style>
  <w:style w:type="character" w:customStyle="1" w:styleId="CSProjectTitleChar">
    <w:name w:val="CS Project Title Char"/>
    <w:basedOn w:val="TitleChar"/>
    <w:link w:val="CSProjectTitle"/>
    <w:rsid w:val="006E4ED9"/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paragraph" w:customStyle="1" w:styleId="CSAdvisorEmployer">
    <w:name w:val="CS Advisor Employer"/>
    <w:basedOn w:val="Normal"/>
    <w:next w:val="CSAdvisorName"/>
    <w:link w:val="CSAdvisorEmployerChar"/>
    <w:rsid w:val="009D0D17"/>
    <w:pPr>
      <w:jc w:val="center"/>
    </w:pPr>
    <w:rPr>
      <w:i/>
    </w:rPr>
  </w:style>
  <w:style w:type="character" w:customStyle="1" w:styleId="CSAdvisorEmployerChar">
    <w:name w:val="CS Advisor Employer Char"/>
    <w:basedOn w:val="DefaultParagraphFont"/>
    <w:link w:val="CSAdvisorEmployer"/>
    <w:rsid w:val="009D0D17"/>
    <w:rPr>
      <w:i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E55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55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559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55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5590"/>
    <w:rPr>
      <w:b/>
      <w:bCs/>
      <w:sz w:val="20"/>
      <w:szCs w:val="20"/>
    </w:rPr>
  </w:style>
  <w:style w:type="paragraph" w:customStyle="1" w:styleId="Z535ListParagraph">
    <w:name w:val="Z535 List Paragraph"/>
    <w:basedOn w:val="ListParagraph"/>
    <w:link w:val="Z535ListParagraphChar"/>
    <w:qFormat/>
    <w:rsid w:val="00FD48AE"/>
    <w:pPr>
      <w:numPr>
        <w:numId w:val="13"/>
      </w:numPr>
      <w:spacing w:after="120" w:line="240" w:lineRule="auto"/>
      <w:ind w:left="360"/>
      <w:contextualSpacing w:val="0"/>
    </w:pPr>
    <w:rPr>
      <w:sz w:val="22"/>
    </w:rPr>
  </w:style>
  <w:style w:type="character" w:customStyle="1" w:styleId="Z535ListParagraphChar">
    <w:name w:val="Z535 List Paragraph Char"/>
    <w:basedOn w:val="DefaultParagraphFont"/>
    <w:link w:val="Z535ListParagraph"/>
    <w:rsid w:val="00FD48AE"/>
  </w:style>
  <w:style w:type="paragraph" w:customStyle="1" w:styleId="Instructions">
    <w:name w:val="Instructions"/>
    <w:basedOn w:val="ParagraphText"/>
    <w:link w:val="InstructionsChar"/>
    <w:qFormat/>
    <w:rsid w:val="00FD48AE"/>
    <w:rPr>
      <w:color w:val="E36C0A" w:themeColor="accent6" w:themeShade="BF"/>
    </w:rPr>
  </w:style>
  <w:style w:type="character" w:customStyle="1" w:styleId="InstructionsChar">
    <w:name w:val="Instructions Char"/>
    <w:basedOn w:val="ParagraphTextChar"/>
    <w:link w:val="Instructions"/>
    <w:rsid w:val="00FD48AE"/>
    <w:rPr>
      <w:color w:val="E36C0A" w:themeColor="accent6" w:themeShade="BF"/>
      <w:sz w:val="24"/>
    </w:rPr>
  </w:style>
  <w:style w:type="paragraph" w:customStyle="1" w:styleId="SafetyMessage">
    <w:name w:val="Safety Message"/>
    <w:basedOn w:val="Normal"/>
    <w:next w:val="ParagraphText"/>
    <w:link w:val="SafetyMessageChar"/>
    <w:qFormat/>
    <w:rsid w:val="00BF0111"/>
    <w:pPr>
      <w:spacing w:line="312" w:lineRule="auto"/>
    </w:pPr>
  </w:style>
  <w:style w:type="character" w:customStyle="1" w:styleId="SafetyMessageChar">
    <w:name w:val="Safety Message Char"/>
    <w:basedOn w:val="DefaultParagraphFont"/>
    <w:link w:val="SafetyMessage"/>
    <w:rsid w:val="00BF0111"/>
    <w:rPr>
      <w:sz w:val="24"/>
    </w:rPr>
  </w:style>
  <w:style w:type="paragraph" w:customStyle="1" w:styleId="CSAdvisorAcoloades">
    <w:name w:val="CS Advisor Acoloades"/>
    <w:basedOn w:val="Normal"/>
    <w:next w:val="CSAdvisorEmployer"/>
    <w:link w:val="CSAdvisorAcoloadesChar"/>
    <w:qFormat/>
    <w:rsid w:val="00511A05"/>
    <w:pPr>
      <w:spacing w:after="0"/>
      <w:jc w:val="center"/>
    </w:pPr>
    <w:rPr>
      <w:i/>
    </w:rPr>
  </w:style>
  <w:style w:type="character" w:customStyle="1" w:styleId="CSAdvisorAcoloadesChar">
    <w:name w:val="CS Advisor Acoloades Char"/>
    <w:basedOn w:val="DefaultParagraphFont"/>
    <w:link w:val="CSAdvisorAcoloades"/>
    <w:rsid w:val="00511A05"/>
    <w:rPr>
      <w:i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0DDD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0DDD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0DDD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0DD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0DD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BodyTextAbstract">
    <w:name w:val="Body Text Abstract"/>
    <w:basedOn w:val="Normal"/>
    <w:link w:val="BodyTextAbstractChar"/>
    <w:rsid w:val="00AA4518"/>
    <w:pPr>
      <w:spacing w:after="0" w:line="276" w:lineRule="auto"/>
      <w:ind w:left="-108" w:right="-108" w:firstLine="270"/>
      <w:jc w:val="both"/>
    </w:pPr>
    <w:rPr>
      <w:rFonts w:ascii="Times New Roman" w:eastAsiaTheme="minorEastAsia" w:hAnsi="Times New Roman"/>
    </w:rPr>
  </w:style>
  <w:style w:type="character" w:customStyle="1" w:styleId="BodyTextAbstractChar">
    <w:name w:val="Body Text Abstract Char"/>
    <w:basedOn w:val="DefaultParagraphFont"/>
    <w:link w:val="BodyTextAbstract"/>
    <w:rsid w:val="00AA4518"/>
    <w:rPr>
      <w:rFonts w:ascii="Times New Roman" w:eastAsiaTheme="minorEastAsia" w:hAnsi="Times New Roman"/>
      <w:sz w:val="24"/>
    </w:rPr>
  </w:style>
  <w:style w:type="paragraph" w:styleId="NormalWeb">
    <w:name w:val="Normal (Web)"/>
    <w:basedOn w:val="Normal"/>
    <w:uiPriority w:val="99"/>
    <w:unhideWhenUsed/>
    <w:rsid w:val="00990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DDD"/>
    <w:rPr>
      <w:sz w:val="24"/>
    </w:rPr>
  </w:style>
  <w:style w:type="paragraph" w:styleId="Heading1">
    <w:name w:val="heading 1"/>
    <w:basedOn w:val="Normal"/>
    <w:next w:val="ParagraphText"/>
    <w:link w:val="Heading1Char"/>
    <w:uiPriority w:val="9"/>
    <w:qFormat/>
    <w:rsid w:val="00711D25"/>
    <w:pPr>
      <w:keepNext/>
      <w:keepLines/>
      <w:pBdr>
        <w:bottom w:val="thickThinMediumGap" w:sz="24" w:space="1" w:color="17365D" w:themeColor="text2" w:themeShade="BF"/>
      </w:pBdr>
      <w:spacing w:before="240" w:after="240"/>
      <w:outlineLvl w:val="0"/>
    </w:pPr>
    <w:rPr>
      <w:rFonts w:asciiTheme="majorHAnsi" w:eastAsiaTheme="majorEastAsia" w:hAnsiTheme="majorHAnsi" w:cstheme="majorBidi"/>
      <w:color w:val="17365D" w:themeColor="text2" w:themeShade="BF"/>
      <w:sz w:val="48"/>
      <w:szCs w:val="32"/>
    </w:rPr>
  </w:style>
  <w:style w:type="paragraph" w:styleId="Heading2">
    <w:name w:val="heading 2"/>
    <w:basedOn w:val="Normal"/>
    <w:next w:val="ParagraphText"/>
    <w:link w:val="Heading2Char"/>
    <w:uiPriority w:val="9"/>
    <w:unhideWhenUsed/>
    <w:qFormat/>
    <w:rsid w:val="00AC3726"/>
    <w:pPr>
      <w:keepNext/>
      <w:keepLines/>
      <w:spacing w:before="40" w:after="24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26"/>
    </w:rPr>
  </w:style>
  <w:style w:type="paragraph" w:styleId="Heading3">
    <w:name w:val="heading 3"/>
    <w:basedOn w:val="Normal"/>
    <w:next w:val="ParagraphText"/>
    <w:link w:val="Heading3Char"/>
    <w:uiPriority w:val="9"/>
    <w:unhideWhenUsed/>
    <w:qFormat/>
    <w:rsid w:val="00AC3726"/>
    <w:pPr>
      <w:keepNext/>
      <w:keepLines/>
      <w:spacing w:before="40" w:after="2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8"/>
      <w:szCs w:val="24"/>
    </w:rPr>
  </w:style>
  <w:style w:type="paragraph" w:styleId="Heading4">
    <w:name w:val="heading 4"/>
    <w:basedOn w:val="Normal"/>
    <w:next w:val="ParagraphText"/>
    <w:link w:val="Heading4Char"/>
    <w:uiPriority w:val="9"/>
    <w:unhideWhenUsed/>
    <w:qFormat/>
    <w:rsid w:val="00AC3726"/>
    <w:pPr>
      <w:keepNext/>
      <w:keepLines/>
      <w:spacing w:before="40" w:after="2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8"/>
    </w:rPr>
  </w:style>
  <w:style w:type="paragraph" w:styleId="Heading5">
    <w:name w:val="heading 5"/>
    <w:basedOn w:val="Normal"/>
    <w:next w:val="ParagraphText"/>
    <w:link w:val="Heading5Char"/>
    <w:uiPriority w:val="9"/>
    <w:semiHidden/>
    <w:unhideWhenUsed/>
    <w:qFormat/>
    <w:rsid w:val="00920DD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ParagraphText"/>
    <w:link w:val="Heading6Char"/>
    <w:uiPriority w:val="9"/>
    <w:semiHidden/>
    <w:unhideWhenUsed/>
    <w:qFormat/>
    <w:rsid w:val="00920DD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ParagraphText"/>
    <w:link w:val="Heading7Char"/>
    <w:uiPriority w:val="9"/>
    <w:semiHidden/>
    <w:unhideWhenUsed/>
    <w:qFormat/>
    <w:rsid w:val="00920DD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ParagraphText"/>
    <w:link w:val="Heading8Char"/>
    <w:uiPriority w:val="9"/>
    <w:semiHidden/>
    <w:unhideWhenUsed/>
    <w:qFormat/>
    <w:rsid w:val="00920DD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ParagraphText"/>
    <w:link w:val="Heading9Char"/>
    <w:uiPriority w:val="9"/>
    <w:semiHidden/>
    <w:unhideWhenUsed/>
    <w:qFormat/>
    <w:rsid w:val="00920DD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42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4234"/>
  </w:style>
  <w:style w:type="paragraph" w:styleId="Footer">
    <w:name w:val="footer"/>
    <w:basedOn w:val="Normal"/>
    <w:link w:val="FooterChar"/>
    <w:uiPriority w:val="99"/>
    <w:unhideWhenUsed/>
    <w:rsid w:val="00B842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4234"/>
  </w:style>
  <w:style w:type="paragraph" w:customStyle="1" w:styleId="ChapterHeading1">
    <w:name w:val="Chapter Heading 1"/>
    <w:basedOn w:val="Heading1"/>
    <w:next w:val="ParagraphText"/>
    <w:link w:val="ChapterHeading1Char"/>
    <w:qFormat/>
    <w:rsid w:val="005A4708"/>
    <w:pPr>
      <w:pageBreakBefore/>
      <w:numPr>
        <w:numId w:val="2"/>
      </w:numPr>
      <w:spacing w:after="480"/>
    </w:pPr>
  </w:style>
  <w:style w:type="paragraph" w:customStyle="1" w:styleId="AppendixHeading1">
    <w:name w:val="Appendix Heading 1"/>
    <w:basedOn w:val="Heading1"/>
    <w:next w:val="ParagraphText"/>
    <w:link w:val="AppendixHeading1Char"/>
    <w:qFormat/>
    <w:rsid w:val="00857D6C"/>
    <w:pPr>
      <w:pageBreakBefore/>
      <w:numPr>
        <w:ilvl w:val="8"/>
        <w:numId w:val="2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711D25"/>
    <w:rPr>
      <w:rFonts w:asciiTheme="majorHAnsi" w:eastAsiaTheme="majorEastAsia" w:hAnsiTheme="majorHAnsi" w:cstheme="majorBidi"/>
      <w:color w:val="17365D" w:themeColor="text2" w:themeShade="BF"/>
      <w:sz w:val="48"/>
      <w:szCs w:val="32"/>
    </w:rPr>
  </w:style>
  <w:style w:type="character" w:customStyle="1" w:styleId="ChapterHeading1Char">
    <w:name w:val="Chapter Heading 1 Char"/>
    <w:basedOn w:val="Heading1Char"/>
    <w:link w:val="ChapterHeading1"/>
    <w:rsid w:val="005A4708"/>
    <w:rPr>
      <w:rFonts w:asciiTheme="majorHAnsi" w:eastAsiaTheme="majorEastAsia" w:hAnsiTheme="majorHAnsi" w:cstheme="majorBidi"/>
      <w:color w:val="17365D" w:themeColor="text2" w:themeShade="BF"/>
      <w:sz w:val="48"/>
      <w:szCs w:val="32"/>
    </w:rPr>
  </w:style>
  <w:style w:type="paragraph" w:customStyle="1" w:styleId="MyHeading1">
    <w:name w:val="My Heading 1"/>
    <w:basedOn w:val="Normal"/>
    <w:rsid w:val="00990367"/>
  </w:style>
  <w:style w:type="character" w:customStyle="1" w:styleId="AppendixHeading1Char">
    <w:name w:val="Appendix Heading 1 Char"/>
    <w:basedOn w:val="Heading1Char"/>
    <w:link w:val="AppendixHeading1"/>
    <w:rsid w:val="00857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MyHeading9">
    <w:name w:val="My Heading 9"/>
    <w:basedOn w:val="Normal"/>
    <w:rsid w:val="00990367"/>
    <w:pPr>
      <w:numPr>
        <w:ilvl w:val="8"/>
        <w:numId w:val="1"/>
      </w:numPr>
    </w:pPr>
  </w:style>
  <w:style w:type="paragraph" w:customStyle="1" w:styleId="Figure">
    <w:name w:val="Figure"/>
    <w:basedOn w:val="Normal"/>
    <w:next w:val="ParagraphText"/>
    <w:link w:val="FigureChar"/>
    <w:qFormat/>
    <w:rsid w:val="00990367"/>
    <w:pPr>
      <w:keepNext/>
      <w:spacing w:after="120"/>
      <w:jc w:val="center"/>
    </w:pPr>
    <w:rPr>
      <w:noProof/>
    </w:rPr>
  </w:style>
  <w:style w:type="paragraph" w:styleId="Caption">
    <w:name w:val="caption"/>
    <w:basedOn w:val="Normal"/>
    <w:next w:val="ParagraphText"/>
    <w:uiPriority w:val="35"/>
    <w:unhideWhenUsed/>
    <w:qFormat/>
    <w:rsid w:val="00B81D2B"/>
    <w:pPr>
      <w:spacing w:before="240" w:after="240" w:line="240" w:lineRule="auto"/>
    </w:pPr>
    <w:rPr>
      <w:b/>
      <w:i/>
      <w:iCs/>
      <w:color w:val="1F497D" w:themeColor="text2"/>
      <w:sz w:val="22"/>
      <w:szCs w:val="18"/>
    </w:rPr>
  </w:style>
  <w:style w:type="character" w:customStyle="1" w:styleId="FigureChar">
    <w:name w:val="Figure Char"/>
    <w:basedOn w:val="DefaultParagraphFont"/>
    <w:link w:val="Figure"/>
    <w:rsid w:val="00990367"/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B1486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9040B6"/>
    <w:pPr>
      <w:tabs>
        <w:tab w:val="right" w:leader="dot" w:pos="9350"/>
      </w:tabs>
      <w:spacing w:after="0" w:line="360" w:lineRule="auto"/>
    </w:pPr>
  </w:style>
  <w:style w:type="character" w:styleId="Hyperlink">
    <w:name w:val="Hyperlink"/>
    <w:basedOn w:val="DefaultParagraphFont"/>
    <w:uiPriority w:val="99"/>
    <w:unhideWhenUsed/>
    <w:rsid w:val="00B1486D"/>
    <w:rPr>
      <w:color w:val="0000FF" w:themeColor="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9040B6"/>
    <w:pPr>
      <w:spacing w:after="0" w:line="360" w:lineRule="auto"/>
    </w:pPr>
  </w:style>
  <w:style w:type="paragraph" w:styleId="ListParagraph">
    <w:name w:val="List Paragraph"/>
    <w:basedOn w:val="Normal"/>
    <w:uiPriority w:val="34"/>
    <w:qFormat/>
    <w:rsid w:val="00ED24E7"/>
    <w:pPr>
      <w:ind w:left="720"/>
      <w:contextualSpacing/>
    </w:pPr>
  </w:style>
  <w:style w:type="paragraph" w:styleId="NoSpacing">
    <w:name w:val="No Spacing"/>
    <w:uiPriority w:val="1"/>
    <w:qFormat/>
    <w:rsid w:val="00ED24E7"/>
    <w:pPr>
      <w:spacing w:after="0" w:line="240" w:lineRule="auto"/>
    </w:pPr>
  </w:style>
  <w:style w:type="table" w:styleId="TableGrid">
    <w:name w:val="Table Grid"/>
    <w:basedOn w:val="TableNormal"/>
    <w:uiPriority w:val="59"/>
    <w:rsid w:val="007F4E7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B56A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56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B56AB"/>
    <w:rPr>
      <w:vertAlign w:val="superscript"/>
    </w:rPr>
  </w:style>
  <w:style w:type="paragraph" w:customStyle="1" w:styleId="IndexTerms">
    <w:name w:val="Index Terms"/>
    <w:basedOn w:val="Normal"/>
    <w:next w:val="ParagraphText"/>
    <w:link w:val="IndexTermsChar"/>
    <w:qFormat/>
    <w:rsid w:val="003B275A"/>
    <w:pPr>
      <w:spacing w:line="360" w:lineRule="auto"/>
    </w:pPr>
    <w:rPr>
      <w:i/>
    </w:rPr>
  </w:style>
  <w:style w:type="paragraph" w:styleId="Title">
    <w:name w:val="Title"/>
    <w:basedOn w:val="Normal"/>
    <w:next w:val="Normal"/>
    <w:link w:val="TitleChar"/>
    <w:uiPriority w:val="10"/>
    <w:qFormat/>
    <w:rsid w:val="00A134C1"/>
    <w:pPr>
      <w:spacing w:before="960" w:after="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character" w:customStyle="1" w:styleId="IndexTermsChar">
    <w:name w:val="Index Terms Char"/>
    <w:basedOn w:val="DefaultParagraphFont"/>
    <w:link w:val="IndexTerms"/>
    <w:rsid w:val="003B275A"/>
    <w:rPr>
      <w:i/>
      <w:sz w:val="24"/>
    </w:rPr>
  </w:style>
  <w:style w:type="character" w:customStyle="1" w:styleId="TitleChar">
    <w:name w:val="Title Char"/>
    <w:basedOn w:val="DefaultParagraphFont"/>
    <w:link w:val="Title"/>
    <w:uiPriority w:val="10"/>
    <w:rsid w:val="00A134C1"/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AC3726"/>
    <w:rPr>
      <w:rFonts w:asciiTheme="majorHAnsi" w:eastAsiaTheme="majorEastAsia" w:hAnsiTheme="majorHAnsi" w:cstheme="majorBidi"/>
      <w:color w:val="365F91" w:themeColor="accent1" w:themeShade="BF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C3726"/>
    <w:rPr>
      <w:rFonts w:asciiTheme="majorHAnsi" w:eastAsiaTheme="majorEastAsia" w:hAnsiTheme="majorHAnsi" w:cstheme="majorBidi"/>
      <w:color w:val="243F60" w:themeColor="accent1" w:themeShade="7F"/>
      <w:sz w:val="28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D949B2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D949B2"/>
    <w:pPr>
      <w:spacing w:after="100"/>
      <w:ind w:left="480"/>
    </w:pPr>
  </w:style>
  <w:style w:type="paragraph" w:customStyle="1" w:styleId="AbstractText">
    <w:name w:val="Abstract Text"/>
    <w:basedOn w:val="Normal"/>
    <w:next w:val="Normal"/>
    <w:link w:val="AbstractTextChar"/>
    <w:qFormat/>
    <w:rsid w:val="003B275A"/>
    <w:pPr>
      <w:spacing w:line="360" w:lineRule="auto"/>
      <w:ind w:left="360"/>
    </w:pPr>
  </w:style>
  <w:style w:type="paragraph" w:customStyle="1" w:styleId="ParagraphText">
    <w:name w:val="Paragraph Text"/>
    <w:basedOn w:val="Normal"/>
    <w:link w:val="ParagraphTextChar"/>
    <w:qFormat/>
    <w:rsid w:val="00D12FC7"/>
    <w:pPr>
      <w:spacing w:after="0" w:line="480" w:lineRule="auto"/>
      <w:ind w:firstLine="720"/>
    </w:pPr>
  </w:style>
  <w:style w:type="character" w:customStyle="1" w:styleId="AbstractTextChar">
    <w:name w:val="Abstract Text Char"/>
    <w:basedOn w:val="DefaultParagraphFont"/>
    <w:link w:val="AbstractText"/>
    <w:rsid w:val="003B275A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4B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ParagraphTextChar">
    <w:name w:val="Paragraph Text Char"/>
    <w:basedOn w:val="DefaultParagraphFont"/>
    <w:link w:val="ParagraphText"/>
    <w:rsid w:val="00D12FC7"/>
    <w:rPr>
      <w:sz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4BB4"/>
    <w:rPr>
      <w:rFonts w:ascii="Segoe UI" w:hAnsi="Segoe UI" w:cs="Segoe UI"/>
      <w:sz w:val="18"/>
      <w:szCs w:val="18"/>
    </w:rPr>
  </w:style>
  <w:style w:type="paragraph" w:customStyle="1" w:styleId="Heading2Bar">
    <w:name w:val="Heading 2 Bar"/>
    <w:basedOn w:val="Heading2"/>
    <w:next w:val="ParagraphText"/>
    <w:link w:val="Heading2BarChar"/>
    <w:qFormat/>
    <w:rsid w:val="00FA1518"/>
    <w:pPr>
      <w:pBdr>
        <w:top w:val="single" w:sz="4" w:space="1" w:color="4F81BD" w:themeColor="accent1"/>
      </w:pBdr>
    </w:pPr>
  </w:style>
  <w:style w:type="character" w:customStyle="1" w:styleId="Heading4Char">
    <w:name w:val="Heading 4 Char"/>
    <w:basedOn w:val="DefaultParagraphFont"/>
    <w:link w:val="Heading4"/>
    <w:uiPriority w:val="9"/>
    <w:rsid w:val="00AC3726"/>
    <w:rPr>
      <w:rFonts w:asciiTheme="majorHAnsi" w:eastAsiaTheme="majorEastAsia" w:hAnsiTheme="majorHAnsi" w:cstheme="majorBidi"/>
      <w:i/>
      <w:iCs/>
      <w:color w:val="365F91" w:themeColor="accent1" w:themeShade="BF"/>
      <w:sz w:val="28"/>
    </w:rPr>
  </w:style>
  <w:style w:type="character" w:customStyle="1" w:styleId="Heading2BarChar">
    <w:name w:val="Heading 2 Bar Char"/>
    <w:basedOn w:val="Heading2Char"/>
    <w:link w:val="Heading2Bar"/>
    <w:rsid w:val="00FA1518"/>
    <w:rPr>
      <w:rFonts w:asciiTheme="majorHAnsi" w:eastAsiaTheme="majorEastAsia" w:hAnsiTheme="majorHAnsi" w:cstheme="majorBidi"/>
      <w:color w:val="365F91" w:themeColor="accent1" w:themeShade="BF"/>
      <w:sz w:val="28"/>
      <w:szCs w:val="26"/>
    </w:rPr>
  </w:style>
  <w:style w:type="paragraph" w:customStyle="1" w:styleId="EndNoteBibliographyTitle">
    <w:name w:val="EndNote Bibliography Title"/>
    <w:basedOn w:val="Normal"/>
    <w:link w:val="EndNoteBibliographyTitleChar"/>
    <w:rsid w:val="00FD7D3A"/>
    <w:pPr>
      <w:spacing w:after="0"/>
      <w:jc w:val="center"/>
    </w:pPr>
    <w:rPr>
      <w:rFonts w:ascii="Times New Roman" w:hAnsi="Times New Roman" w:cs="Times New Roman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D7D3A"/>
    <w:rPr>
      <w:rFonts w:ascii="Times New Roman" w:hAnsi="Times New Roman" w:cs="Times New Roman"/>
      <w:noProof/>
      <w:sz w:val="24"/>
    </w:rPr>
  </w:style>
  <w:style w:type="paragraph" w:customStyle="1" w:styleId="EndNoteBibliography">
    <w:name w:val="EndNote Bibliography"/>
    <w:basedOn w:val="Normal"/>
    <w:link w:val="EndNoteBibliographyChar"/>
    <w:rsid w:val="00FD7D3A"/>
    <w:pPr>
      <w:spacing w:line="360" w:lineRule="auto"/>
    </w:pPr>
    <w:rPr>
      <w:rFonts w:ascii="Times New Roman" w:hAnsi="Times New Roman" w:cs="Times New Roman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D7D3A"/>
    <w:rPr>
      <w:rFonts w:ascii="Times New Roman" w:hAnsi="Times New Roman" w:cs="Times New Roman"/>
      <w:noProof/>
      <w:sz w:val="24"/>
    </w:rPr>
  </w:style>
  <w:style w:type="paragraph" w:customStyle="1" w:styleId="IEEEBibliography">
    <w:name w:val="IEEE Bibliography"/>
    <w:basedOn w:val="Normal"/>
    <w:link w:val="IEEEBibliographyChar"/>
    <w:qFormat/>
    <w:rsid w:val="00C90916"/>
    <w:pPr>
      <w:ind w:left="540" w:hanging="540"/>
    </w:pPr>
    <w:rPr>
      <w:rFonts w:ascii="Times New Roman" w:hAnsi="Times New Roman" w:cs="Times New Roman"/>
      <w:noProof/>
    </w:rPr>
  </w:style>
  <w:style w:type="character" w:customStyle="1" w:styleId="IEEEBibliographyChar">
    <w:name w:val="IEEE Bibliography Char"/>
    <w:basedOn w:val="DefaultParagraphFont"/>
    <w:link w:val="IEEEBibliography"/>
    <w:rsid w:val="00C90916"/>
    <w:rPr>
      <w:rFonts w:ascii="Times New Roman" w:hAnsi="Times New Roman" w:cs="Times New Roman"/>
      <w:noProof/>
      <w:sz w:val="24"/>
    </w:rPr>
  </w:style>
  <w:style w:type="paragraph" w:customStyle="1" w:styleId="CSCourseDescriptionTitle">
    <w:name w:val="CS Course Description Title"/>
    <w:basedOn w:val="Normal"/>
    <w:next w:val="Normal"/>
    <w:link w:val="CSCourseDescriptionTitleChar"/>
    <w:rsid w:val="0027764F"/>
    <w:pPr>
      <w:spacing w:before="600"/>
      <w:jc w:val="center"/>
    </w:pPr>
    <w:rPr>
      <w:smallCaps/>
      <w:sz w:val="32"/>
    </w:rPr>
  </w:style>
  <w:style w:type="paragraph" w:customStyle="1" w:styleId="CSReportDate">
    <w:name w:val="CS Report Date"/>
    <w:basedOn w:val="Normal"/>
    <w:next w:val="Normal"/>
    <w:link w:val="CSReportDateChar"/>
    <w:rsid w:val="0027764F"/>
    <w:pPr>
      <w:jc w:val="center"/>
    </w:pPr>
  </w:style>
  <w:style w:type="character" w:customStyle="1" w:styleId="CSCourseDescriptionTitleChar">
    <w:name w:val="CS Course Description Title Char"/>
    <w:basedOn w:val="DefaultParagraphFont"/>
    <w:link w:val="CSCourseDescriptionTitle"/>
    <w:rsid w:val="0027764F"/>
    <w:rPr>
      <w:smallCaps/>
      <w:sz w:val="32"/>
    </w:rPr>
  </w:style>
  <w:style w:type="paragraph" w:customStyle="1" w:styleId="CSSectionTitle">
    <w:name w:val="CS Section Title"/>
    <w:basedOn w:val="Normal"/>
    <w:next w:val="Normal"/>
    <w:link w:val="CSSectionTitleChar"/>
    <w:rsid w:val="003772E1"/>
    <w:pPr>
      <w:spacing w:before="600"/>
      <w:jc w:val="center"/>
    </w:pPr>
  </w:style>
  <w:style w:type="character" w:customStyle="1" w:styleId="CSReportDateChar">
    <w:name w:val="CS Report Date Char"/>
    <w:basedOn w:val="DefaultParagraphFont"/>
    <w:link w:val="CSReportDate"/>
    <w:rsid w:val="0027764F"/>
    <w:rPr>
      <w:sz w:val="24"/>
    </w:rPr>
  </w:style>
  <w:style w:type="paragraph" w:customStyle="1" w:styleId="CSReportContributor">
    <w:name w:val="CS Report Contributor"/>
    <w:basedOn w:val="Normal"/>
    <w:link w:val="CSReportContributorChar"/>
    <w:rsid w:val="00DC7B3C"/>
    <w:pPr>
      <w:spacing w:after="0" w:line="288" w:lineRule="auto"/>
      <w:contextualSpacing/>
      <w:jc w:val="center"/>
    </w:pPr>
    <w:rPr>
      <w:sz w:val="28"/>
    </w:rPr>
  </w:style>
  <w:style w:type="character" w:customStyle="1" w:styleId="CSSectionTitleChar">
    <w:name w:val="CS Section Title Char"/>
    <w:basedOn w:val="DefaultParagraphFont"/>
    <w:link w:val="CSSectionTitle"/>
    <w:rsid w:val="003772E1"/>
    <w:rPr>
      <w:sz w:val="24"/>
    </w:rPr>
  </w:style>
  <w:style w:type="paragraph" w:customStyle="1" w:styleId="CSAdvisorName">
    <w:name w:val="CS Advisor Name"/>
    <w:basedOn w:val="Normal"/>
    <w:next w:val="CSAdvisorEmployer"/>
    <w:link w:val="CSAdvisorNameChar"/>
    <w:rsid w:val="00A31A36"/>
    <w:pPr>
      <w:spacing w:after="0"/>
      <w:contextualSpacing/>
      <w:jc w:val="center"/>
    </w:pPr>
    <w:rPr>
      <w:sz w:val="28"/>
    </w:rPr>
  </w:style>
  <w:style w:type="character" w:customStyle="1" w:styleId="CSReportContributorChar">
    <w:name w:val="CS Report Contributor Char"/>
    <w:basedOn w:val="DefaultParagraphFont"/>
    <w:link w:val="CSReportContributor"/>
    <w:rsid w:val="00DC7B3C"/>
    <w:rPr>
      <w:sz w:val="28"/>
    </w:rPr>
  </w:style>
  <w:style w:type="paragraph" w:customStyle="1" w:styleId="CSCourseInstructor">
    <w:name w:val="CS Course Instructor"/>
    <w:basedOn w:val="Normal"/>
    <w:next w:val="Normal"/>
    <w:link w:val="CSCourseInstructorChar"/>
    <w:rsid w:val="0050737F"/>
    <w:pPr>
      <w:jc w:val="center"/>
    </w:pPr>
  </w:style>
  <w:style w:type="character" w:customStyle="1" w:styleId="CSAdvisorNameChar">
    <w:name w:val="CS Advisor Name Char"/>
    <w:basedOn w:val="DefaultParagraphFont"/>
    <w:link w:val="CSAdvisorName"/>
    <w:rsid w:val="00A31A36"/>
    <w:rPr>
      <w:sz w:val="28"/>
    </w:rPr>
  </w:style>
  <w:style w:type="paragraph" w:customStyle="1" w:styleId="CSProjectTitle">
    <w:name w:val="CS Project Title"/>
    <w:basedOn w:val="Title"/>
    <w:next w:val="Normal"/>
    <w:link w:val="CSProjectTitleChar"/>
    <w:rsid w:val="006E4ED9"/>
  </w:style>
  <w:style w:type="character" w:customStyle="1" w:styleId="CSCourseInstructorChar">
    <w:name w:val="CS Course Instructor Char"/>
    <w:basedOn w:val="DefaultParagraphFont"/>
    <w:link w:val="CSCourseInstructor"/>
    <w:rsid w:val="0050737F"/>
    <w:rPr>
      <w:sz w:val="24"/>
    </w:rPr>
  </w:style>
  <w:style w:type="character" w:customStyle="1" w:styleId="CSProjectTitleChar">
    <w:name w:val="CS Project Title Char"/>
    <w:basedOn w:val="TitleChar"/>
    <w:link w:val="CSProjectTitle"/>
    <w:rsid w:val="006E4ED9"/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paragraph" w:customStyle="1" w:styleId="CSAdvisorEmployer">
    <w:name w:val="CS Advisor Employer"/>
    <w:basedOn w:val="Normal"/>
    <w:next w:val="CSAdvisorName"/>
    <w:link w:val="CSAdvisorEmployerChar"/>
    <w:rsid w:val="009D0D17"/>
    <w:pPr>
      <w:jc w:val="center"/>
    </w:pPr>
    <w:rPr>
      <w:i/>
    </w:rPr>
  </w:style>
  <w:style w:type="character" w:customStyle="1" w:styleId="CSAdvisorEmployerChar">
    <w:name w:val="CS Advisor Employer Char"/>
    <w:basedOn w:val="DefaultParagraphFont"/>
    <w:link w:val="CSAdvisorEmployer"/>
    <w:rsid w:val="009D0D17"/>
    <w:rPr>
      <w:i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E55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55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559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55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5590"/>
    <w:rPr>
      <w:b/>
      <w:bCs/>
      <w:sz w:val="20"/>
      <w:szCs w:val="20"/>
    </w:rPr>
  </w:style>
  <w:style w:type="paragraph" w:customStyle="1" w:styleId="Z535ListParagraph">
    <w:name w:val="Z535 List Paragraph"/>
    <w:basedOn w:val="ListParagraph"/>
    <w:link w:val="Z535ListParagraphChar"/>
    <w:qFormat/>
    <w:rsid w:val="00FD48AE"/>
    <w:pPr>
      <w:numPr>
        <w:numId w:val="13"/>
      </w:numPr>
      <w:spacing w:after="120" w:line="240" w:lineRule="auto"/>
      <w:ind w:left="360"/>
      <w:contextualSpacing w:val="0"/>
    </w:pPr>
    <w:rPr>
      <w:sz w:val="22"/>
    </w:rPr>
  </w:style>
  <w:style w:type="character" w:customStyle="1" w:styleId="Z535ListParagraphChar">
    <w:name w:val="Z535 List Paragraph Char"/>
    <w:basedOn w:val="DefaultParagraphFont"/>
    <w:link w:val="Z535ListParagraph"/>
    <w:rsid w:val="00FD48AE"/>
  </w:style>
  <w:style w:type="paragraph" w:customStyle="1" w:styleId="Instructions">
    <w:name w:val="Instructions"/>
    <w:basedOn w:val="ParagraphText"/>
    <w:link w:val="InstructionsChar"/>
    <w:qFormat/>
    <w:rsid w:val="00FD48AE"/>
    <w:rPr>
      <w:color w:val="E36C0A" w:themeColor="accent6" w:themeShade="BF"/>
    </w:rPr>
  </w:style>
  <w:style w:type="character" w:customStyle="1" w:styleId="InstructionsChar">
    <w:name w:val="Instructions Char"/>
    <w:basedOn w:val="ParagraphTextChar"/>
    <w:link w:val="Instructions"/>
    <w:rsid w:val="00FD48AE"/>
    <w:rPr>
      <w:color w:val="E36C0A" w:themeColor="accent6" w:themeShade="BF"/>
      <w:sz w:val="24"/>
    </w:rPr>
  </w:style>
  <w:style w:type="paragraph" w:customStyle="1" w:styleId="SafetyMessage">
    <w:name w:val="Safety Message"/>
    <w:basedOn w:val="Normal"/>
    <w:next w:val="ParagraphText"/>
    <w:link w:val="SafetyMessageChar"/>
    <w:qFormat/>
    <w:rsid w:val="00BF0111"/>
    <w:pPr>
      <w:spacing w:line="312" w:lineRule="auto"/>
    </w:pPr>
  </w:style>
  <w:style w:type="character" w:customStyle="1" w:styleId="SafetyMessageChar">
    <w:name w:val="Safety Message Char"/>
    <w:basedOn w:val="DefaultParagraphFont"/>
    <w:link w:val="SafetyMessage"/>
    <w:rsid w:val="00BF0111"/>
    <w:rPr>
      <w:sz w:val="24"/>
    </w:rPr>
  </w:style>
  <w:style w:type="paragraph" w:customStyle="1" w:styleId="CSAdvisorAcoloades">
    <w:name w:val="CS Advisor Acoloades"/>
    <w:basedOn w:val="Normal"/>
    <w:next w:val="CSAdvisorEmployer"/>
    <w:link w:val="CSAdvisorAcoloadesChar"/>
    <w:qFormat/>
    <w:rsid w:val="00511A05"/>
    <w:pPr>
      <w:spacing w:after="0"/>
      <w:jc w:val="center"/>
    </w:pPr>
    <w:rPr>
      <w:i/>
    </w:rPr>
  </w:style>
  <w:style w:type="character" w:customStyle="1" w:styleId="CSAdvisorAcoloadesChar">
    <w:name w:val="CS Advisor Acoloades Char"/>
    <w:basedOn w:val="DefaultParagraphFont"/>
    <w:link w:val="CSAdvisorAcoloades"/>
    <w:rsid w:val="00511A05"/>
    <w:rPr>
      <w:i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0DDD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0DDD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0DDD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0DD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0DD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BodyTextAbstract">
    <w:name w:val="Body Text Abstract"/>
    <w:basedOn w:val="Normal"/>
    <w:link w:val="BodyTextAbstractChar"/>
    <w:rsid w:val="00AA4518"/>
    <w:pPr>
      <w:spacing w:after="0" w:line="276" w:lineRule="auto"/>
      <w:ind w:left="-108" w:right="-108" w:firstLine="270"/>
      <w:jc w:val="both"/>
    </w:pPr>
    <w:rPr>
      <w:rFonts w:ascii="Times New Roman" w:eastAsiaTheme="minorEastAsia" w:hAnsi="Times New Roman"/>
    </w:rPr>
  </w:style>
  <w:style w:type="character" w:customStyle="1" w:styleId="BodyTextAbstractChar">
    <w:name w:val="Body Text Abstract Char"/>
    <w:basedOn w:val="DefaultParagraphFont"/>
    <w:link w:val="BodyTextAbstract"/>
    <w:rsid w:val="00AA4518"/>
    <w:rPr>
      <w:rFonts w:ascii="Times New Roman" w:eastAsiaTheme="minorEastAsia" w:hAnsi="Times New Roman"/>
      <w:sz w:val="24"/>
    </w:rPr>
  </w:style>
  <w:style w:type="paragraph" w:styleId="NormalWeb">
    <w:name w:val="Normal (Web)"/>
    <w:basedOn w:val="Normal"/>
    <w:uiPriority w:val="99"/>
    <w:unhideWhenUsed/>
    <w:rsid w:val="00990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0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BW%2029\Downloads\Capstone%20Proposal%20Template(1).dotx" TargetMode="External"/></Relationships>
</file>

<file path=word/theme/theme1.xml><?xml version="1.0" encoding="utf-8"?>
<a:theme xmlns:a="http://schemas.openxmlformats.org/drawingml/2006/main" name="Office Theme">
  <a:themeElements>
    <a:clrScheme name="Capston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pstone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B578E-5D82-4FCB-BA5F-780E53477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Capstone Proposal Template(1)</Template>
  <TotalTime>682</TotalTime>
  <Pages>11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Missouri</Company>
  <LinksUpToDate>false</LinksUpToDate>
  <CharactersWithSpaces>4417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ETS</dc:creator>
  <cp:lastModifiedBy>Michael</cp:lastModifiedBy>
  <cp:revision>4</cp:revision>
  <cp:lastPrinted>2013-09-05T18:28:00Z</cp:lastPrinted>
  <dcterms:created xsi:type="dcterms:W3CDTF">2015-04-01T00:15:00Z</dcterms:created>
  <dcterms:modified xsi:type="dcterms:W3CDTF">2015-04-01T12:03:00Z</dcterms:modified>
</cp:coreProperties>
</file>